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0"/>
        <w:gridCol w:w="567"/>
        <w:gridCol w:w="4808"/>
      </w:tblGrid>
      <w:tr w:rsidR="00FD045A" w:rsidRPr="00190FC2" w14:paraId="381D24CD" w14:textId="77777777" w:rsidTr="000F16EC">
        <w:tc>
          <w:tcPr>
            <w:tcW w:w="10195" w:type="dxa"/>
            <w:gridSpan w:val="3"/>
          </w:tcPr>
          <w:p w14:paraId="611685F0" w14:textId="001D0BF3" w:rsidR="00FD045A" w:rsidRPr="00190FC2" w:rsidRDefault="00FD045A" w:rsidP="002215B0">
            <w:pPr>
              <w:pStyle w:val="af4"/>
            </w:pPr>
            <w:r w:rsidRPr="00FD045A">
              <w:t>Территориальный фонд обязательного медицинского страхования Московской области</w:t>
            </w:r>
          </w:p>
        </w:tc>
      </w:tr>
      <w:tr w:rsidR="00FD045A" w:rsidRPr="00190FC2" w14:paraId="0A6D0812" w14:textId="77777777" w:rsidTr="00920A54">
        <w:tc>
          <w:tcPr>
            <w:tcW w:w="4820" w:type="dxa"/>
          </w:tcPr>
          <w:p w14:paraId="5119936E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5D39BD53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0B20F53E" w14:textId="77777777" w:rsidR="00FD045A" w:rsidRPr="00190FC2" w:rsidRDefault="00FD045A" w:rsidP="00FD045A">
            <w:pPr>
              <w:pStyle w:val="affb"/>
            </w:pPr>
          </w:p>
        </w:tc>
      </w:tr>
      <w:tr w:rsidR="000437CD" w:rsidRPr="00190FC2" w14:paraId="7FEF4958" w14:textId="77777777" w:rsidTr="00920A54">
        <w:tc>
          <w:tcPr>
            <w:tcW w:w="4820" w:type="dxa"/>
          </w:tcPr>
          <w:p w14:paraId="13DB4507" w14:textId="325B399E" w:rsidR="000437CD" w:rsidRPr="00190FC2" w:rsidRDefault="000437CD" w:rsidP="000437CD">
            <w:pPr>
              <w:pStyle w:val="affb"/>
            </w:pPr>
            <w:r w:rsidRPr="00190FC2">
              <w:t>УТВЕРЖДАЮ</w:t>
            </w:r>
          </w:p>
        </w:tc>
        <w:tc>
          <w:tcPr>
            <w:tcW w:w="567" w:type="dxa"/>
          </w:tcPr>
          <w:p w14:paraId="5DF3D0A4" w14:textId="77777777" w:rsidR="000437CD" w:rsidRPr="00190FC2" w:rsidRDefault="000437CD" w:rsidP="000437CD">
            <w:pPr>
              <w:pStyle w:val="affb"/>
            </w:pPr>
          </w:p>
        </w:tc>
        <w:tc>
          <w:tcPr>
            <w:tcW w:w="4808" w:type="dxa"/>
          </w:tcPr>
          <w:p w14:paraId="6D981F22" w14:textId="495F6CC5" w:rsidR="000437CD" w:rsidRPr="00190FC2" w:rsidRDefault="000437CD" w:rsidP="000437CD">
            <w:pPr>
              <w:pStyle w:val="affb"/>
            </w:pPr>
            <w:r w:rsidRPr="00190FC2">
              <w:t>УТВЕРЖДАЮ</w:t>
            </w:r>
          </w:p>
        </w:tc>
      </w:tr>
      <w:tr w:rsidR="000437CD" w:rsidRPr="00190FC2" w14:paraId="0CEE2ADB" w14:textId="77777777" w:rsidTr="00920A54">
        <w:tc>
          <w:tcPr>
            <w:tcW w:w="4820" w:type="dxa"/>
          </w:tcPr>
          <w:p w14:paraId="19DDA7B0" w14:textId="6CDC8E37" w:rsidR="000437CD" w:rsidRPr="00190FC2" w:rsidRDefault="000437CD" w:rsidP="000437CD">
            <w:pPr>
              <w:pStyle w:val="affb"/>
            </w:pPr>
            <w:r w:rsidRPr="00743B79">
              <w:t>Заместитель директора</w:t>
            </w:r>
            <w:r>
              <w:t xml:space="preserve"> ТФОМС МО</w:t>
            </w:r>
          </w:p>
        </w:tc>
        <w:tc>
          <w:tcPr>
            <w:tcW w:w="567" w:type="dxa"/>
          </w:tcPr>
          <w:p w14:paraId="6776C202" w14:textId="77777777" w:rsidR="000437CD" w:rsidRPr="00190FC2" w:rsidRDefault="000437CD" w:rsidP="000437CD">
            <w:pPr>
              <w:pStyle w:val="affb"/>
            </w:pPr>
          </w:p>
        </w:tc>
        <w:tc>
          <w:tcPr>
            <w:tcW w:w="4808" w:type="dxa"/>
          </w:tcPr>
          <w:p w14:paraId="51FDB3F9" w14:textId="01B8E578" w:rsidR="000437CD" w:rsidRPr="00190FC2" w:rsidRDefault="00491E7B" w:rsidP="000437CD">
            <w:pPr>
              <w:pStyle w:val="affb"/>
            </w:pPr>
            <w:r>
              <w:t>Директор департамента ООО «НЦИ»</w:t>
            </w:r>
          </w:p>
        </w:tc>
      </w:tr>
      <w:tr w:rsidR="000437CD" w:rsidRPr="00190FC2" w14:paraId="4AA70B62" w14:textId="77777777" w:rsidTr="00920A54">
        <w:tc>
          <w:tcPr>
            <w:tcW w:w="4820" w:type="dxa"/>
          </w:tcPr>
          <w:p w14:paraId="022C20B1" w14:textId="77777777" w:rsidR="000437CD" w:rsidRPr="00190FC2" w:rsidRDefault="000437CD" w:rsidP="000437CD">
            <w:pPr>
              <w:pStyle w:val="affb"/>
            </w:pPr>
          </w:p>
          <w:p w14:paraId="0F4ACAF4" w14:textId="71EEC970" w:rsidR="000437CD" w:rsidRPr="00190FC2" w:rsidRDefault="000437CD" w:rsidP="000437CD">
            <w:pPr>
              <w:pStyle w:val="affb"/>
            </w:pPr>
            <w:r w:rsidRPr="00190FC2">
              <w:t xml:space="preserve">_________________ </w:t>
            </w:r>
            <w:r>
              <w:t>В. В. Лукашов</w:t>
            </w:r>
          </w:p>
        </w:tc>
        <w:tc>
          <w:tcPr>
            <w:tcW w:w="567" w:type="dxa"/>
          </w:tcPr>
          <w:p w14:paraId="4358A0A6" w14:textId="77777777" w:rsidR="000437CD" w:rsidRPr="00190FC2" w:rsidRDefault="000437CD" w:rsidP="000437CD">
            <w:pPr>
              <w:pStyle w:val="affb"/>
            </w:pPr>
          </w:p>
        </w:tc>
        <w:tc>
          <w:tcPr>
            <w:tcW w:w="4808" w:type="dxa"/>
          </w:tcPr>
          <w:p w14:paraId="17A86009" w14:textId="77777777" w:rsidR="000437CD" w:rsidRPr="00190FC2" w:rsidRDefault="000437CD" w:rsidP="000437CD">
            <w:pPr>
              <w:pStyle w:val="affb"/>
            </w:pPr>
          </w:p>
          <w:p w14:paraId="3D60EE69" w14:textId="31790087" w:rsidR="000437CD" w:rsidRPr="00190FC2" w:rsidRDefault="000437CD" w:rsidP="000437CD">
            <w:pPr>
              <w:pStyle w:val="affb"/>
            </w:pPr>
            <w:r w:rsidRPr="00190FC2">
              <w:t xml:space="preserve">_________________ </w:t>
            </w:r>
            <w:r>
              <w:t>А. А. Черняев</w:t>
            </w:r>
          </w:p>
        </w:tc>
      </w:tr>
      <w:tr w:rsidR="000437CD" w:rsidRPr="00190FC2" w14:paraId="3100C07B" w14:textId="77777777" w:rsidTr="00920A54">
        <w:tc>
          <w:tcPr>
            <w:tcW w:w="4820" w:type="dxa"/>
          </w:tcPr>
          <w:p w14:paraId="056C9542" w14:textId="0AADA4FA" w:rsidR="000437CD" w:rsidRPr="00190FC2" w:rsidRDefault="000437CD" w:rsidP="000437CD">
            <w:pPr>
              <w:pStyle w:val="affb"/>
            </w:pPr>
            <w:r w:rsidRPr="00190FC2">
              <w:t>«___»____________ 201</w:t>
            </w:r>
            <w:r>
              <w:t>9 г.</w:t>
            </w:r>
          </w:p>
        </w:tc>
        <w:tc>
          <w:tcPr>
            <w:tcW w:w="567" w:type="dxa"/>
          </w:tcPr>
          <w:p w14:paraId="31A6B29C" w14:textId="77777777" w:rsidR="000437CD" w:rsidRPr="00190FC2" w:rsidRDefault="000437CD" w:rsidP="000437CD">
            <w:pPr>
              <w:pStyle w:val="affb"/>
            </w:pPr>
          </w:p>
        </w:tc>
        <w:tc>
          <w:tcPr>
            <w:tcW w:w="4808" w:type="dxa"/>
          </w:tcPr>
          <w:p w14:paraId="631ED5E6" w14:textId="608C890B" w:rsidR="000437CD" w:rsidRPr="00190FC2" w:rsidRDefault="000437CD" w:rsidP="000437CD">
            <w:pPr>
              <w:pStyle w:val="affb"/>
            </w:pPr>
            <w:r w:rsidRPr="00190FC2">
              <w:t>«___»____________ 201</w:t>
            </w:r>
            <w:r>
              <w:t>9 г.</w:t>
            </w:r>
          </w:p>
        </w:tc>
      </w:tr>
      <w:tr w:rsidR="00FD045A" w:rsidRPr="00190FC2" w14:paraId="3EEABF87" w14:textId="77777777" w:rsidTr="00FD045A">
        <w:trPr>
          <w:trHeight w:val="974"/>
        </w:trPr>
        <w:tc>
          <w:tcPr>
            <w:tcW w:w="4820" w:type="dxa"/>
          </w:tcPr>
          <w:p w14:paraId="04E5060E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6125F29E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07D985B2" w14:textId="77777777" w:rsidR="00FD045A" w:rsidRPr="00190FC2" w:rsidRDefault="00FD045A" w:rsidP="00FD045A">
            <w:pPr>
              <w:pStyle w:val="affb"/>
            </w:pPr>
          </w:p>
        </w:tc>
      </w:tr>
      <w:tr w:rsidR="00FD045A" w:rsidRPr="00190FC2" w14:paraId="138CA126" w14:textId="77777777" w:rsidTr="006342C3">
        <w:tc>
          <w:tcPr>
            <w:tcW w:w="10195" w:type="dxa"/>
            <w:gridSpan w:val="3"/>
          </w:tcPr>
          <w:p w14:paraId="4EC26AEB" w14:textId="77777777" w:rsidR="00FD045A" w:rsidRPr="00190FC2" w:rsidRDefault="00FD045A" w:rsidP="00FD045A">
            <w:pPr>
              <w:pStyle w:val="af0"/>
            </w:pPr>
            <w:r w:rsidRPr="00FD045A">
              <w:t>автоматизированн</w:t>
            </w:r>
            <w:r>
              <w:t>ая</w:t>
            </w:r>
            <w:r w:rsidRPr="00FD045A">
              <w:t xml:space="preserve"> информационн</w:t>
            </w:r>
            <w:r>
              <w:t>ая</w:t>
            </w:r>
            <w:r w:rsidRPr="00FD045A">
              <w:t xml:space="preserve"> систем</w:t>
            </w:r>
            <w:r>
              <w:t>а</w:t>
            </w:r>
            <w:r w:rsidRPr="00FD045A">
              <w:t xml:space="preserve"> «Эксперт»</w:t>
            </w:r>
          </w:p>
        </w:tc>
      </w:tr>
      <w:tr w:rsidR="00FD045A" w:rsidRPr="00190FC2" w14:paraId="7A55EFEF" w14:textId="77777777" w:rsidTr="006342C3">
        <w:tc>
          <w:tcPr>
            <w:tcW w:w="10195" w:type="dxa"/>
            <w:gridSpan w:val="3"/>
          </w:tcPr>
          <w:p w14:paraId="150EF83D" w14:textId="294AEF1B" w:rsidR="00FD045A" w:rsidRPr="00190FC2" w:rsidRDefault="00827860" w:rsidP="00FD045A">
            <w:pPr>
              <w:pStyle w:val="af4"/>
            </w:pPr>
            <w:r>
              <w:t>Ведомость технорабочего проекта</w:t>
            </w:r>
          </w:p>
        </w:tc>
      </w:tr>
      <w:tr w:rsidR="00FD045A" w:rsidRPr="00190FC2" w14:paraId="07EFB292" w14:textId="77777777" w:rsidTr="006342C3">
        <w:tc>
          <w:tcPr>
            <w:tcW w:w="10195" w:type="dxa"/>
            <w:gridSpan w:val="3"/>
          </w:tcPr>
          <w:p w14:paraId="4DE2915E" w14:textId="2D220C3B" w:rsidR="00FD045A" w:rsidRPr="00190FC2" w:rsidRDefault="00115CA1" w:rsidP="00FD045A">
            <w:pPr>
              <w:pStyle w:val="affa"/>
            </w:pPr>
            <w:r w:rsidRPr="00115CA1">
              <w:t>ТФОМС-0248100000118000125</w:t>
            </w:r>
            <w:r>
              <w:t>-</w:t>
            </w:r>
            <w:r w:rsidR="00827860">
              <w:t>ТП</w:t>
            </w:r>
            <w:r w:rsidR="007C5328">
              <w:t>.01</w:t>
            </w:r>
          </w:p>
        </w:tc>
      </w:tr>
      <w:tr w:rsidR="00FD045A" w:rsidRPr="00190FC2" w14:paraId="18D7B908" w14:textId="77777777" w:rsidTr="006342C3">
        <w:tc>
          <w:tcPr>
            <w:tcW w:w="10195" w:type="dxa"/>
            <w:gridSpan w:val="3"/>
          </w:tcPr>
          <w:p w14:paraId="11A24257" w14:textId="3EAFE05D" w:rsidR="00FD045A" w:rsidRPr="00190FC2" w:rsidRDefault="00FD045A" w:rsidP="00FD045A">
            <w:pPr>
              <w:pStyle w:val="affa"/>
            </w:pPr>
            <w:r w:rsidRPr="00190FC2">
              <w:t xml:space="preserve">На </w:t>
            </w:r>
            <w:r w:rsidR="00FA0B89">
              <w:rPr>
                <w:noProof/>
              </w:rPr>
              <w:fldChar w:fldCharType="begin"/>
            </w:r>
            <w:r w:rsidR="00FA0B89">
              <w:rPr>
                <w:noProof/>
              </w:rPr>
              <w:instrText xml:space="preserve"> NUMPAGES   \* MERGEFORMAT </w:instrText>
            </w:r>
            <w:r w:rsidR="00FA0B89">
              <w:rPr>
                <w:noProof/>
              </w:rPr>
              <w:fldChar w:fldCharType="separate"/>
            </w:r>
            <w:r w:rsidR="005F2905">
              <w:rPr>
                <w:noProof/>
              </w:rPr>
              <w:t>2</w:t>
            </w:r>
            <w:r w:rsidR="00FA0B89">
              <w:rPr>
                <w:noProof/>
              </w:rPr>
              <w:fldChar w:fldCharType="end"/>
            </w:r>
            <w:r w:rsidRPr="00190FC2">
              <w:t xml:space="preserve"> листах</w:t>
            </w:r>
          </w:p>
        </w:tc>
      </w:tr>
      <w:tr w:rsidR="00FD045A" w:rsidRPr="00190FC2" w14:paraId="44901970" w14:textId="77777777" w:rsidTr="00920A54">
        <w:tc>
          <w:tcPr>
            <w:tcW w:w="4820" w:type="dxa"/>
          </w:tcPr>
          <w:p w14:paraId="26E22EF1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4E2F8E85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117B5C49" w14:textId="77777777" w:rsidR="00FD045A" w:rsidRPr="00190FC2" w:rsidRDefault="00FD045A" w:rsidP="00FD045A">
            <w:pPr>
              <w:pStyle w:val="affb"/>
            </w:pPr>
          </w:p>
        </w:tc>
      </w:tr>
      <w:tr w:rsidR="006046EF" w:rsidRPr="00190FC2" w14:paraId="3AEAF760" w14:textId="77777777" w:rsidTr="00920A54">
        <w:tc>
          <w:tcPr>
            <w:tcW w:w="4820" w:type="dxa"/>
          </w:tcPr>
          <w:p w14:paraId="672CAB03" w14:textId="2058AEF4" w:rsidR="006046EF" w:rsidRPr="00190FC2" w:rsidRDefault="006046EF" w:rsidP="006046EF">
            <w:pPr>
              <w:pStyle w:val="affb"/>
            </w:pPr>
            <w:r w:rsidRPr="00190FC2">
              <w:t>СОГЛАСОВАНО</w:t>
            </w:r>
          </w:p>
        </w:tc>
        <w:tc>
          <w:tcPr>
            <w:tcW w:w="567" w:type="dxa"/>
          </w:tcPr>
          <w:p w14:paraId="37A97D50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4808" w:type="dxa"/>
          </w:tcPr>
          <w:p w14:paraId="7C393D20" w14:textId="7B17F3C6" w:rsidR="006046EF" w:rsidRPr="00190FC2" w:rsidRDefault="006046EF" w:rsidP="006046EF">
            <w:pPr>
              <w:pStyle w:val="affb"/>
            </w:pPr>
            <w:r w:rsidRPr="00190FC2">
              <w:t>СОГЛАСОВАНО</w:t>
            </w:r>
          </w:p>
        </w:tc>
      </w:tr>
      <w:tr w:rsidR="006046EF" w:rsidRPr="00190FC2" w14:paraId="0BD06688" w14:textId="77777777" w:rsidTr="00920A54">
        <w:tc>
          <w:tcPr>
            <w:tcW w:w="4820" w:type="dxa"/>
          </w:tcPr>
          <w:p w14:paraId="6320F65D" w14:textId="7F4A7E5B" w:rsidR="006046EF" w:rsidRPr="00190FC2" w:rsidRDefault="006046EF" w:rsidP="006046EF">
            <w:pPr>
              <w:pStyle w:val="affb"/>
            </w:pPr>
            <w:r w:rsidRPr="00743B79">
              <w:t>Начальник управления информационного обеспечения</w:t>
            </w:r>
          </w:p>
        </w:tc>
        <w:tc>
          <w:tcPr>
            <w:tcW w:w="567" w:type="dxa"/>
          </w:tcPr>
          <w:p w14:paraId="02983B7C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4808" w:type="dxa"/>
          </w:tcPr>
          <w:p w14:paraId="252EB487" w14:textId="60EFEABD" w:rsidR="006046EF" w:rsidRPr="00190FC2" w:rsidRDefault="006046EF" w:rsidP="006046EF">
            <w:pPr>
              <w:pStyle w:val="affb"/>
            </w:pPr>
            <w:r>
              <w:t>Руководитель проектов ООО «НЦИ»</w:t>
            </w:r>
          </w:p>
        </w:tc>
      </w:tr>
      <w:tr w:rsidR="006046EF" w:rsidRPr="00190FC2" w14:paraId="2296CCC1" w14:textId="77777777" w:rsidTr="00A53F84">
        <w:trPr>
          <w:trHeight w:val="215"/>
        </w:trPr>
        <w:tc>
          <w:tcPr>
            <w:tcW w:w="4820" w:type="dxa"/>
          </w:tcPr>
          <w:p w14:paraId="59F4C709" w14:textId="77777777" w:rsidR="006046EF" w:rsidRPr="00190FC2" w:rsidRDefault="006046EF" w:rsidP="006046EF">
            <w:pPr>
              <w:pStyle w:val="affb"/>
            </w:pPr>
          </w:p>
          <w:p w14:paraId="1A6F7168" w14:textId="1E848262" w:rsidR="006046EF" w:rsidRPr="00190FC2" w:rsidRDefault="006046EF" w:rsidP="006046EF">
            <w:pPr>
              <w:pStyle w:val="affb"/>
            </w:pPr>
            <w:r w:rsidRPr="00190FC2">
              <w:t xml:space="preserve">_________________ </w:t>
            </w:r>
            <w:r>
              <w:t>Т. В. Бережная</w:t>
            </w:r>
          </w:p>
        </w:tc>
        <w:tc>
          <w:tcPr>
            <w:tcW w:w="567" w:type="dxa"/>
          </w:tcPr>
          <w:p w14:paraId="405E62C5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4808" w:type="dxa"/>
          </w:tcPr>
          <w:p w14:paraId="6F0D3F95" w14:textId="77777777" w:rsidR="006046EF" w:rsidRPr="00190FC2" w:rsidRDefault="006046EF" w:rsidP="006046EF">
            <w:pPr>
              <w:pStyle w:val="affb"/>
            </w:pPr>
          </w:p>
          <w:p w14:paraId="1AC21470" w14:textId="6A4D18AF" w:rsidR="006046EF" w:rsidRPr="00190FC2" w:rsidRDefault="006046EF" w:rsidP="006046EF">
            <w:pPr>
              <w:pStyle w:val="affb"/>
            </w:pPr>
            <w:r w:rsidRPr="00190FC2">
              <w:t>__________________</w:t>
            </w:r>
            <w:r>
              <w:t>П. А. Виноградов</w:t>
            </w:r>
          </w:p>
        </w:tc>
      </w:tr>
      <w:tr w:rsidR="006046EF" w:rsidRPr="00190FC2" w14:paraId="68856CFA" w14:textId="77777777" w:rsidTr="00920A54">
        <w:tc>
          <w:tcPr>
            <w:tcW w:w="4820" w:type="dxa"/>
          </w:tcPr>
          <w:p w14:paraId="0E39C735" w14:textId="4D87D0A0" w:rsidR="006046EF" w:rsidRPr="00190FC2" w:rsidRDefault="006046EF" w:rsidP="006046EF">
            <w:pPr>
              <w:pStyle w:val="affb"/>
            </w:pPr>
            <w:r w:rsidRPr="00190FC2">
              <w:t>«___»____________ 201</w:t>
            </w:r>
            <w:r>
              <w:t>9 г.</w:t>
            </w:r>
          </w:p>
        </w:tc>
        <w:tc>
          <w:tcPr>
            <w:tcW w:w="567" w:type="dxa"/>
          </w:tcPr>
          <w:p w14:paraId="599BED7B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4808" w:type="dxa"/>
          </w:tcPr>
          <w:p w14:paraId="4DF26E7C" w14:textId="2AB8DE99" w:rsidR="006046EF" w:rsidRPr="00190FC2" w:rsidRDefault="006046EF" w:rsidP="006046EF">
            <w:pPr>
              <w:pStyle w:val="affb"/>
            </w:pPr>
            <w:r w:rsidRPr="00190FC2">
              <w:t>«___»____________ 201</w:t>
            </w:r>
            <w:r>
              <w:t>9 г.</w:t>
            </w:r>
          </w:p>
        </w:tc>
      </w:tr>
      <w:tr w:rsidR="006046EF" w:rsidRPr="00190FC2" w14:paraId="428DDCE0" w14:textId="77777777" w:rsidTr="00920A54">
        <w:tc>
          <w:tcPr>
            <w:tcW w:w="4820" w:type="dxa"/>
          </w:tcPr>
          <w:p w14:paraId="61B29C2B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567" w:type="dxa"/>
          </w:tcPr>
          <w:p w14:paraId="1C1E064C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4808" w:type="dxa"/>
          </w:tcPr>
          <w:p w14:paraId="46E461EF" w14:textId="77777777" w:rsidR="006046EF" w:rsidRPr="00190FC2" w:rsidRDefault="006046EF" w:rsidP="006046EF">
            <w:pPr>
              <w:pStyle w:val="affb"/>
            </w:pPr>
          </w:p>
        </w:tc>
      </w:tr>
      <w:tr w:rsidR="006046EF" w:rsidRPr="00190FC2" w14:paraId="0E2AB15B" w14:textId="77777777" w:rsidTr="00920A54">
        <w:tc>
          <w:tcPr>
            <w:tcW w:w="4820" w:type="dxa"/>
          </w:tcPr>
          <w:p w14:paraId="575F490D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567" w:type="dxa"/>
          </w:tcPr>
          <w:p w14:paraId="7D826317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4808" w:type="dxa"/>
          </w:tcPr>
          <w:p w14:paraId="0E2074BA" w14:textId="77777777" w:rsidR="006046EF" w:rsidRPr="00190FC2" w:rsidRDefault="006046EF" w:rsidP="006046EF">
            <w:pPr>
              <w:pStyle w:val="afff6"/>
            </w:pPr>
          </w:p>
        </w:tc>
      </w:tr>
      <w:tr w:rsidR="006046EF" w:rsidRPr="00190FC2" w14:paraId="7099A373" w14:textId="77777777" w:rsidTr="00920A54">
        <w:tc>
          <w:tcPr>
            <w:tcW w:w="4820" w:type="dxa"/>
          </w:tcPr>
          <w:p w14:paraId="16E2A2DD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567" w:type="dxa"/>
          </w:tcPr>
          <w:p w14:paraId="0F8EB19C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4808" w:type="dxa"/>
          </w:tcPr>
          <w:p w14:paraId="70405F6C" w14:textId="77777777" w:rsidR="006046EF" w:rsidRPr="00190FC2" w:rsidRDefault="006046EF" w:rsidP="006046EF">
            <w:pPr>
              <w:pStyle w:val="affb"/>
            </w:pPr>
          </w:p>
        </w:tc>
      </w:tr>
      <w:tr w:rsidR="006046EF" w:rsidRPr="00190FC2" w14:paraId="2E84846E" w14:textId="77777777" w:rsidTr="00920A54">
        <w:tc>
          <w:tcPr>
            <w:tcW w:w="4820" w:type="dxa"/>
          </w:tcPr>
          <w:p w14:paraId="51205E4C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567" w:type="dxa"/>
          </w:tcPr>
          <w:p w14:paraId="61CE7C9F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4808" w:type="dxa"/>
          </w:tcPr>
          <w:p w14:paraId="498FD8FF" w14:textId="77777777" w:rsidR="006046EF" w:rsidRPr="00190FC2" w:rsidRDefault="006046EF" w:rsidP="006046EF">
            <w:pPr>
              <w:pStyle w:val="afff6"/>
            </w:pPr>
          </w:p>
        </w:tc>
      </w:tr>
      <w:tr w:rsidR="006046EF" w:rsidRPr="00190FC2" w14:paraId="43C36260" w14:textId="77777777" w:rsidTr="00920A54">
        <w:tc>
          <w:tcPr>
            <w:tcW w:w="4820" w:type="dxa"/>
          </w:tcPr>
          <w:p w14:paraId="2CD948FA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567" w:type="dxa"/>
          </w:tcPr>
          <w:p w14:paraId="26D17092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4808" w:type="dxa"/>
          </w:tcPr>
          <w:p w14:paraId="4BD84B08" w14:textId="77777777" w:rsidR="006046EF" w:rsidRPr="00190FC2" w:rsidRDefault="006046EF" w:rsidP="006046EF">
            <w:pPr>
              <w:pStyle w:val="affb"/>
            </w:pPr>
          </w:p>
        </w:tc>
      </w:tr>
      <w:tr w:rsidR="006046EF" w:rsidRPr="00190FC2" w14:paraId="175D1012" w14:textId="77777777" w:rsidTr="00920A54">
        <w:tc>
          <w:tcPr>
            <w:tcW w:w="4820" w:type="dxa"/>
          </w:tcPr>
          <w:p w14:paraId="39A1C901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567" w:type="dxa"/>
          </w:tcPr>
          <w:p w14:paraId="0EA8F3D3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4808" w:type="dxa"/>
          </w:tcPr>
          <w:p w14:paraId="029E8B92" w14:textId="77777777" w:rsidR="006046EF" w:rsidRPr="00190FC2" w:rsidRDefault="006046EF" w:rsidP="006046EF">
            <w:pPr>
              <w:pStyle w:val="affb"/>
            </w:pPr>
          </w:p>
        </w:tc>
      </w:tr>
      <w:tr w:rsidR="006046EF" w:rsidRPr="00190FC2" w14:paraId="4635A2EC" w14:textId="77777777" w:rsidTr="00920A54">
        <w:tc>
          <w:tcPr>
            <w:tcW w:w="4820" w:type="dxa"/>
          </w:tcPr>
          <w:p w14:paraId="683E4693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567" w:type="dxa"/>
          </w:tcPr>
          <w:p w14:paraId="3826638C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4808" w:type="dxa"/>
          </w:tcPr>
          <w:p w14:paraId="33C5CC26" w14:textId="77777777" w:rsidR="006046EF" w:rsidRPr="00190FC2" w:rsidRDefault="006046EF" w:rsidP="006046EF">
            <w:pPr>
              <w:pStyle w:val="affb"/>
            </w:pPr>
          </w:p>
        </w:tc>
      </w:tr>
      <w:tr w:rsidR="006046EF" w:rsidRPr="00190FC2" w14:paraId="26208F29" w14:textId="77777777" w:rsidTr="00920A54">
        <w:tc>
          <w:tcPr>
            <w:tcW w:w="4820" w:type="dxa"/>
          </w:tcPr>
          <w:p w14:paraId="12B81EC4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567" w:type="dxa"/>
          </w:tcPr>
          <w:p w14:paraId="3C80EF50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4808" w:type="dxa"/>
          </w:tcPr>
          <w:p w14:paraId="3969AD0D" w14:textId="77777777" w:rsidR="006046EF" w:rsidRPr="00190FC2" w:rsidRDefault="006046EF" w:rsidP="006046EF">
            <w:pPr>
              <w:pStyle w:val="affb"/>
            </w:pPr>
          </w:p>
        </w:tc>
      </w:tr>
      <w:tr w:rsidR="006046EF" w:rsidRPr="00190FC2" w14:paraId="1FBCDDEF" w14:textId="77777777" w:rsidTr="00920A54">
        <w:tc>
          <w:tcPr>
            <w:tcW w:w="4820" w:type="dxa"/>
          </w:tcPr>
          <w:p w14:paraId="4A20DDA7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567" w:type="dxa"/>
          </w:tcPr>
          <w:p w14:paraId="69E42DA0" w14:textId="77777777" w:rsidR="006046EF" w:rsidRPr="00190FC2" w:rsidRDefault="006046EF" w:rsidP="006046EF">
            <w:pPr>
              <w:pStyle w:val="affb"/>
            </w:pPr>
          </w:p>
        </w:tc>
        <w:tc>
          <w:tcPr>
            <w:tcW w:w="4808" w:type="dxa"/>
          </w:tcPr>
          <w:p w14:paraId="71B74AC8" w14:textId="77777777" w:rsidR="006046EF" w:rsidRPr="00190FC2" w:rsidRDefault="006046EF" w:rsidP="006046EF">
            <w:pPr>
              <w:pStyle w:val="affb"/>
            </w:pPr>
          </w:p>
        </w:tc>
      </w:tr>
    </w:tbl>
    <w:p w14:paraId="2B9AD64B" w14:textId="77777777" w:rsidR="0043023E" w:rsidRPr="00190FC2" w:rsidRDefault="0043023E" w:rsidP="009E088E">
      <w:bookmarkStart w:id="0" w:name="_Toc446511439"/>
    </w:p>
    <w:p w14:paraId="73EA07D9" w14:textId="5DFFF610" w:rsidR="00AB7A23" w:rsidRDefault="00827860" w:rsidP="00827860">
      <w:pPr>
        <w:pStyle w:val="13"/>
      </w:pPr>
      <w:bookmarkStart w:id="1" w:name="_Toc532984013"/>
      <w:r>
        <w:lastRenderedPageBreak/>
        <w:t>Ведомость технорабочего проекта</w:t>
      </w:r>
      <w:bookmarkEnd w:id="1"/>
    </w:p>
    <w:p w14:paraId="3F8F9988" w14:textId="77777777" w:rsidR="00827860" w:rsidRPr="00827860" w:rsidRDefault="00827860" w:rsidP="00827860"/>
    <w:tbl>
      <w:tblPr>
        <w:tblStyle w:val="af"/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7"/>
        <w:gridCol w:w="1134"/>
        <w:gridCol w:w="3261"/>
        <w:gridCol w:w="2126"/>
        <w:gridCol w:w="992"/>
        <w:gridCol w:w="992"/>
        <w:gridCol w:w="1025"/>
      </w:tblGrid>
      <w:tr w:rsidR="00827860" w:rsidRPr="00CB04B9" w14:paraId="3EB92A30" w14:textId="4EC24432" w:rsidTr="008278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bookmarkEnd w:id="0"/>
          <w:p w14:paraId="68530D1B" w14:textId="7326522F" w:rsidR="00827860" w:rsidRPr="00CB04B9" w:rsidRDefault="00827860" w:rsidP="000F16EC">
            <w:pPr>
              <w:pStyle w:val="affb"/>
            </w:pPr>
            <w:r>
              <w:t>№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2AB846" w14:textId="2576788E" w:rsidR="00827860" w:rsidRPr="00CB04B9" w:rsidRDefault="00827860" w:rsidP="000F16EC">
            <w:pPr>
              <w:pStyle w:val="affb"/>
            </w:pPr>
            <w:r>
              <w:t>Формат</w:t>
            </w:r>
          </w:p>
        </w:tc>
        <w:tc>
          <w:tcPr>
            <w:tcW w:w="32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EC2BBF" w14:textId="5F422AE4" w:rsidR="00827860" w:rsidRPr="00CB04B9" w:rsidRDefault="00827860" w:rsidP="000F16EC">
            <w:pPr>
              <w:pStyle w:val="affb"/>
            </w:pPr>
            <w:r>
              <w:t>Обозначение</w:t>
            </w:r>
          </w:p>
        </w:tc>
        <w:tc>
          <w:tcPr>
            <w:tcW w:w="212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C21033" w14:textId="2F488739" w:rsidR="00827860" w:rsidRPr="00827860" w:rsidRDefault="00827860" w:rsidP="000F16EC">
            <w:pPr>
              <w:pStyle w:val="affb"/>
            </w:pPr>
            <w:r w:rsidRPr="00827860">
              <w:t>Наименование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0A524B" w14:textId="6066DA5B" w:rsidR="00827860" w:rsidRPr="00827860" w:rsidRDefault="00827860" w:rsidP="000F16EC">
            <w:pPr>
              <w:pStyle w:val="affb"/>
              <w:rPr>
                <w:b w:val="0"/>
              </w:rPr>
            </w:pPr>
            <w:r>
              <w:t>Кол-во листов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5721D2" w14:textId="4009DA07" w:rsidR="00827860" w:rsidRPr="00827860" w:rsidRDefault="00827860" w:rsidP="000F16EC">
            <w:pPr>
              <w:pStyle w:val="affb"/>
            </w:pPr>
            <w:r>
              <w:t>Кол-во экз.</w:t>
            </w:r>
          </w:p>
        </w:tc>
        <w:tc>
          <w:tcPr>
            <w:tcW w:w="10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BF0AF5" w14:textId="17B51111" w:rsidR="00827860" w:rsidRDefault="00827860" w:rsidP="000F16EC">
            <w:pPr>
              <w:pStyle w:val="affb"/>
            </w:pPr>
            <w:r>
              <w:t>Прим.</w:t>
            </w:r>
          </w:p>
        </w:tc>
      </w:tr>
      <w:tr w:rsidR="00827860" w:rsidRPr="00CB04B9" w14:paraId="418599AE" w14:textId="751415D8" w:rsidTr="00827860"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94566B" w14:textId="535DB9DA" w:rsidR="00827860" w:rsidRPr="00083B8A" w:rsidRDefault="00827860" w:rsidP="00827860">
            <w:pPr>
              <w:pStyle w:val="-"/>
            </w:pP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C41EB0" w14:textId="6DD3174B" w:rsidR="00827860" w:rsidRPr="00083B8A" w:rsidRDefault="00827860" w:rsidP="00827860">
            <w:pPr>
              <w:pStyle w:val="affa"/>
            </w:pPr>
            <w:r>
              <w:t>А4</w:t>
            </w:r>
          </w:p>
        </w:tc>
        <w:tc>
          <w:tcPr>
            <w:tcW w:w="32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DA1B48" w14:textId="16265782" w:rsidR="00827860" w:rsidRPr="00CB04B9" w:rsidRDefault="00827860" w:rsidP="00827860">
            <w:pPr>
              <w:pStyle w:val="affb"/>
              <w:rPr>
                <w:highlight w:val="yellow"/>
              </w:rPr>
            </w:pPr>
            <w:r w:rsidRPr="00827860">
              <w:t>ТФОМС-0248100000118000125-</w:t>
            </w:r>
            <w:r>
              <w:t>П2</w:t>
            </w:r>
            <w:r w:rsidR="00266E01">
              <w:t>.01</w:t>
            </w:r>
          </w:p>
        </w:tc>
        <w:tc>
          <w:tcPr>
            <w:tcW w:w="212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D73700" w14:textId="35166E38" w:rsidR="00827860" w:rsidRPr="00083B8A" w:rsidRDefault="00827860" w:rsidP="000F16EC">
            <w:pPr>
              <w:pStyle w:val="affb"/>
            </w:pPr>
            <w:r>
              <w:t>Пояснительная записка к технорабочему проекту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65E613" w14:textId="26D67039" w:rsidR="00827860" w:rsidRPr="00266E01" w:rsidRDefault="00266E01" w:rsidP="00827860">
            <w:pPr>
              <w:pStyle w:val="affa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556EBA" w14:textId="292CC8D8" w:rsidR="00827860" w:rsidRPr="00083B8A" w:rsidRDefault="000A6DC5" w:rsidP="00827860">
            <w:pPr>
              <w:pStyle w:val="affa"/>
            </w:pPr>
            <w:r>
              <w:t>2</w:t>
            </w:r>
          </w:p>
        </w:tc>
        <w:tc>
          <w:tcPr>
            <w:tcW w:w="10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96EC31" w14:textId="7B89EAE8" w:rsidR="00827860" w:rsidRDefault="00827860" w:rsidP="00827860">
            <w:pPr>
              <w:pStyle w:val="affa"/>
            </w:pPr>
            <w:r>
              <w:t>–</w:t>
            </w:r>
          </w:p>
        </w:tc>
      </w:tr>
      <w:tr w:rsidR="00827860" w:rsidRPr="00CB04B9" w14:paraId="117C6A17" w14:textId="1EEFDCDC" w:rsidTr="00827860"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658652" w14:textId="57613464" w:rsidR="00827860" w:rsidRPr="00CC4763" w:rsidRDefault="00827860" w:rsidP="00827860">
            <w:pPr>
              <w:pStyle w:val="-"/>
            </w:pP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DED705" w14:textId="434E5804" w:rsidR="00827860" w:rsidRPr="00CC4763" w:rsidRDefault="00827860" w:rsidP="00827860">
            <w:pPr>
              <w:pStyle w:val="affa"/>
            </w:pPr>
            <w:r>
              <w:t>А4</w:t>
            </w:r>
          </w:p>
        </w:tc>
        <w:tc>
          <w:tcPr>
            <w:tcW w:w="32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EBD5D9" w14:textId="5824D72A" w:rsidR="00827860" w:rsidRPr="00CC4763" w:rsidRDefault="00827860" w:rsidP="00827860">
            <w:pPr>
              <w:pStyle w:val="affb"/>
            </w:pPr>
            <w:r w:rsidRPr="00827860">
              <w:t>ТФОМС-0248100000118000125-</w:t>
            </w:r>
            <w:r>
              <w:t>П9</w:t>
            </w:r>
            <w:r w:rsidR="00266E01">
              <w:t>.01</w:t>
            </w:r>
          </w:p>
        </w:tc>
        <w:tc>
          <w:tcPr>
            <w:tcW w:w="212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EB101B" w14:textId="0D8DE033" w:rsidR="00827860" w:rsidRPr="00CC4763" w:rsidRDefault="00827860" w:rsidP="000F16EC">
            <w:pPr>
              <w:pStyle w:val="affb"/>
            </w:pPr>
            <w:r>
              <w:t>Описание комплекса технических средств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D583AD" w14:textId="049178E0" w:rsidR="00827860" w:rsidRPr="00266E01" w:rsidRDefault="00266E01" w:rsidP="00827860">
            <w:pPr>
              <w:pStyle w:val="affa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77C98F" w14:textId="48FB12A9" w:rsidR="00827860" w:rsidRPr="00CC4763" w:rsidRDefault="000A6DC5" w:rsidP="00827860">
            <w:pPr>
              <w:pStyle w:val="affa"/>
            </w:pPr>
            <w:r>
              <w:t>2</w:t>
            </w:r>
          </w:p>
        </w:tc>
        <w:tc>
          <w:tcPr>
            <w:tcW w:w="10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F89B37" w14:textId="14BCF560" w:rsidR="00827860" w:rsidRDefault="00827860" w:rsidP="00827860">
            <w:pPr>
              <w:pStyle w:val="affa"/>
            </w:pPr>
            <w:r>
              <w:t>–</w:t>
            </w:r>
          </w:p>
        </w:tc>
      </w:tr>
      <w:tr w:rsidR="00827860" w:rsidRPr="00CB04B9" w14:paraId="6552744D" w14:textId="46678F21" w:rsidTr="00827860"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FEA07C" w14:textId="2F823689" w:rsidR="00827860" w:rsidRPr="0038094A" w:rsidRDefault="00827860" w:rsidP="00827860">
            <w:pPr>
              <w:pStyle w:val="-"/>
            </w:pP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5FB4B9" w14:textId="45798E91" w:rsidR="00827860" w:rsidRPr="0038094A" w:rsidRDefault="00827860" w:rsidP="00827860">
            <w:pPr>
              <w:pStyle w:val="affa"/>
            </w:pPr>
            <w:r>
              <w:t>А4</w:t>
            </w:r>
          </w:p>
        </w:tc>
        <w:tc>
          <w:tcPr>
            <w:tcW w:w="32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A50AD4" w14:textId="77929FDE" w:rsidR="00827860" w:rsidRPr="0038094A" w:rsidRDefault="00827860" w:rsidP="00827860">
            <w:pPr>
              <w:pStyle w:val="affb"/>
            </w:pPr>
            <w:r w:rsidRPr="00827860">
              <w:t>ТФОМС-0248100000118000125-</w:t>
            </w:r>
            <w:r>
              <w:t>ПА</w:t>
            </w:r>
            <w:r w:rsidR="00266E01">
              <w:t>.01</w:t>
            </w:r>
          </w:p>
        </w:tc>
        <w:tc>
          <w:tcPr>
            <w:tcW w:w="212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17A20C" w14:textId="439B3B43" w:rsidR="00827860" w:rsidRPr="0038094A" w:rsidRDefault="00827860" w:rsidP="000F16EC">
            <w:pPr>
              <w:pStyle w:val="affb"/>
            </w:pPr>
            <w:r>
              <w:t>Описание программного обеспечения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B067FF" w14:textId="3849ECC7" w:rsidR="00827860" w:rsidRPr="00092323" w:rsidRDefault="00092323" w:rsidP="000A6DC5">
            <w:pPr>
              <w:pStyle w:val="affa"/>
            </w:pPr>
            <w:r>
              <w:t>10</w:t>
            </w:r>
            <w:r w:rsidR="000A6DC5">
              <w:t>1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9D36F6" w14:textId="3AB6E2D7" w:rsidR="00827860" w:rsidRPr="0038094A" w:rsidRDefault="000A6DC5" w:rsidP="00827860">
            <w:pPr>
              <w:pStyle w:val="affa"/>
            </w:pPr>
            <w:r>
              <w:t>2</w:t>
            </w:r>
          </w:p>
        </w:tc>
        <w:tc>
          <w:tcPr>
            <w:tcW w:w="10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EAD276" w14:textId="301E28BC" w:rsidR="00827860" w:rsidRDefault="00827860" w:rsidP="00827860">
            <w:pPr>
              <w:pStyle w:val="affa"/>
            </w:pPr>
            <w:r>
              <w:t>–</w:t>
            </w:r>
          </w:p>
        </w:tc>
      </w:tr>
      <w:tr w:rsidR="00266E01" w:rsidRPr="00CB04B9" w14:paraId="264C9EF0" w14:textId="77777777" w:rsidTr="00827860"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AC2DE6" w14:textId="77777777" w:rsidR="00266E01" w:rsidRPr="0038094A" w:rsidRDefault="00266E01" w:rsidP="00827860">
            <w:pPr>
              <w:pStyle w:val="-"/>
            </w:pP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69BB40" w14:textId="0D58363B" w:rsidR="00266E01" w:rsidRPr="00266E01" w:rsidRDefault="00266E01" w:rsidP="00827860">
            <w:pPr>
              <w:pStyle w:val="affa"/>
            </w:pPr>
            <w:r>
              <w:t>А4</w:t>
            </w:r>
          </w:p>
        </w:tc>
        <w:tc>
          <w:tcPr>
            <w:tcW w:w="32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417944" w14:textId="23F1D4D4" w:rsidR="00266E01" w:rsidRPr="00827860" w:rsidRDefault="00266E01" w:rsidP="00827860">
            <w:pPr>
              <w:pStyle w:val="affb"/>
            </w:pPr>
            <w:r w:rsidRPr="00827860">
              <w:t>ТФОМС-0248100000118000125-</w:t>
            </w:r>
            <w:r>
              <w:t>ЧТЗ.03</w:t>
            </w:r>
          </w:p>
        </w:tc>
        <w:tc>
          <w:tcPr>
            <w:tcW w:w="212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D5F893" w14:textId="344773B0" w:rsidR="00266E01" w:rsidRDefault="00266E01" w:rsidP="000F16EC">
            <w:pPr>
              <w:pStyle w:val="affb"/>
            </w:pPr>
            <w:r>
              <w:t xml:space="preserve">Частное </w:t>
            </w:r>
            <w:bookmarkStart w:id="2" w:name="_GoBack"/>
            <w:bookmarkEnd w:id="2"/>
            <w:r>
              <w:t>техническое задание на доработку АИС ТФОМС МО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ADF532" w14:textId="523BD557" w:rsidR="00266E01" w:rsidRPr="00266E01" w:rsidRDefault="008B2BC9" w:rsidP="000A6DC5">
            <w:pPr>
              <w:pStyle w:val="affa"/>
            </w:pPr>
            <w:r>
              <w:t>44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A4582D" w14:textId="65852BBC" w:rsidR="00266E01" w:rsidRDefault="000A6DC5" w:rsidP="00827860">
            <w:pPr>
              <w:pStyle w:val="affa"/>
            </w:pPr>
            <w:r>
              <w:t>2</w:t>
            </w:r>
          </w:p>
        </w:tc>
        <w:tc>
          <w:tcPr>
            <w:tcW w:w="10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D7AE76" w14:textId="413F34A5" w:rsidR="00266E01" w:rsidRDefault="00266E01" w:rsidP="00827860">
            <w:pPr>
              <w:pStyle w:val="affa"/>
            </w:pPr>
            <w:r>
              <w:t>–</w:t>
            </w:r>
          </w:p>
        </w:tc>
      </w:tr>
      <w:tr w:rsidR="00266E01" w:rsidRPr="00CB04B9" w14:paraId="7FD4A5C1" w14:textId="77777777" w:rsidTr="00827860"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7A2E42" w14:textId="77777777" w:rsidR="00266E01" w:rsidRPr="0038094A" w:rsidRDefault="00266E01" w:rsidP="00827860">
            <w:pPr>
              <w:pStyle w:val="-"/>
            </w:pP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4D8859" w14:textId="08B3636A" w:rsidR="00266E01" w:rsidRDefault="00266E01" w:rsidP="00827860">
            <w:pPr>
              <w:pStyle w:val="affa"/>
            </w:pPr>
            <w:r>
              <w:t>А4</w:t>
            </w:r>
          </w:p>
        </w:tc>
        <w:tc>
          <w:tcPr>
            <w:tcW w:w="32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74872A" w14:textId="29F10868" w:rsidR="00266E01" w:rsidRPr="00827860" w:rsidRDefault="00266E01" w:rsidP="00827860">
            <w:pPr>
              <w:pStyle w:val="affb"/>
            </w:pPr>
            <w:r w:rsidRPr="00827860">
              <w:t>ТФОМС-0248100000118000125-</w:t>
            </w:r>
            <w:r>
              <w:t>ЧТЗ.04</w:t>
            </w:r>
          </w:p>
        </w:tc>
        <w:tc>
          <w:tcPr>
            <w:tcW w:w="212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721F03" w14:textId="68CFA1C4" w:rsidR="00266E01" w:rsidRDefault="00266E01" w:rsidP="000F16EC">
            <w:pPr>
              <w:pStyle w:val="affb"/>
            </w:pPr>
            <w:r>
              <w:t>Частное техническое задание на доработку систем СМО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1C9E3D" w14:textId="4197F7EA" w:rsidR="00266E01" w:rsidRPr="00266E01" w:rsidRDefault="00266E01" w:rsidP="00827860">
            <w:pPr>
              <w:pStyle w:val="affa"/>
            </w:pPr>
            <w:r>
              <w:t>19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EF7695" w14:textId="2C6A1308" w:rsidR="00266E01" w:rsidRDefault="000A6DC5" w:rsidP="00827860">
            <w:pPr>
              <w:pStyle w:val="affa"/>
            </w:pPr>
            <w:r>
              <w:t>2</w:t>
            </w:r>
          </w:p>
        </w:tc>
        <w:tc>
          <w:tcPr>
            <w:tcW w:w="10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A5059A" w14:textId="30D384F8" w:rsidR="00266E01" w:rsidRDefault="00266E01" w:rsidP="00827860">
            <w:pPr>
              <w:pStyle w:val="affa"/>
            </w:pPr>
            <w:r>
              <w:t>–</w:t>
            </w:r>
          </w:p>
        </w:tc>
      </w:tr>
    </w:tbl>
    <w:p w14:paraId="72382A6F" w14:textId="77777777" w:rsidR="005E6211" w:rsidRPr="00190FC2" w:rsidRDefault="005E6211" w:rsidP="00827860"/>
    <w:p w14:paraId="6FC0DA69" w14:textId="77777777" w:rsidR="000F7EF9" w:rsidRPr="00190FC2" w:rsidRDefault="000F7EF9" w:rsidP="009123D5"/>
    <w:sectPr w:rsidR="000F7EF9" w:rsidRPr="00190FC2" w:rsidSect="008E4F76">
      <w:headerReference w:type="default" r:id="rId9"/>
      <w:pgSz w:w="11906" w:h="16838" w:code="9"/>
      <w:pgMar w:top="1418" w:right="567" w:bottom="141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E7274" w14:textId="77777777" w:rsidR="00A1420A" w:rsidRDefault="00A1420A" w:rsidP="00F30C85">
      <w:pPr>
        <w:spacing w:after="0"/>
      </w:pPr>
      <w:r>
        <w:separator/>
      </w:r>
    </w:p>
  </w:endnote>
  <w:endnote w:type="continuationSeparator" w:id="0">
    <w:p w14:paraId="5660C25E" w14:textId="77777777" w:rsidR="00A1420A" w:rsidRDefault="00A1420A" w:rsidP="00F30C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515EF" w14:textId="77777777" w:rsidR="00A1420A" w:rsidRDefault="00A1420A" w:rsidP="00F30C85">
      <w:pPr>
        <w:spacing w:after="0"/>
      </w:pPr>
      <w:r>
        <w:separator/>
      </w:r>
    </w:p>
  </w:footnote>
  <w:footnote w:type="continuationSeparator" w:id="0">
    <w:p w14:paraId="5F5A96D8" w14:textId="77777777" w:rsidR="00A1420A" w:rsidRDefault="00A1420A" w:rsidP="00F30C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51BF4" w14:textId="06B2D19C" w:rsidR="008A1A0E" w:rsidRDefault="00A77194">
    <w:pPr>
      <w:pStyle w:val="aff3"/>
    </w:pPr>
    <w:r>
      <w:fldChar w:fldCharType="begin"/>
    </w:r>
    <w:r>
      <w:instrText xml:space="preserve"> PAGE  \* Arabic  \* MERGEFORMAT </w:instrText>
    </w:r>
    <w:r>
      <w:fldChar w:fldCharType="separate"/>
    </w:r>
    <w:r w:rsidR="000A6DC5">
      <w:rPr>
        <w:noProof/>
      </w:rPr>
      <w:t>2</w:t>
    </w:r>
    <w:r>
      <w:fldChar w:fldCharType="end"/>
    </w:r>
  </w:p>
  <w:p w14:paraId="151FFEFA" w14:textId="7E673EFD" w:rsidR="00A77194" w:rsidRDefault="00300F1B">
    <w:pPr>
      <w:pStyle w:val="aff3"/>
    </w:pPr>
    <w:r w:rsidRPr="00115CA1">
      <w:t>ТФОМС-0248100000118000125</w:t>
    </w:r>
    <w:r>
      <w:t>-ТП</w:t>
    </w:r>
    <w:r w:rsidR="007C5328">
      <w:t>.01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1CB6F02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A14A1330"/>
    <w:lvl w:ilvl="0">
      <w:start w:val="1"/>
      <w:numFmt w:val="decimal"/>
      <w:pStyle w:val="a"/>
      <w:lvlText w:val="%1."/>
      <w:lvlJc w:val="left"/>
      <w:pPr>
        <w:tabs>
          <w:tab w:val="num" w:pos="1247"/>
        </w:tabs>
        <w:ind w:left="1247" w:hanging="396"/>
      </w:pPr>
      <w:rPr>
        <w:rFonts w:hint="default"/>
        <w:sz w:val="28"/>
      </w:rPr>
    </w:lvl>
  </w:abstractNum>
  <w:abstractNum w:abstractNumId="2" w15:restartNumberingAfterBreak="0">
    <w:nsid w:val="010B2C9D"/>
    <w:multiLevelType w:val="multilevel"/>
    <w:tmpl w:val="ED240B5C"/>
    <w:lvl w:ilvl="0">
      <w:start w:val="1"/>
      <w:numFmt w:val="bullet"/>
      <w:pStyle w:val="a0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81077F2"/>
    <w:multiLevelType w:val="hybridMultilevel"/>
    <w:tmpl w:val="90A46346"/>
    <w:lvl w:ilvl="0" w:tplc="BB845504">
      <w:start w:val="1"/>
      <w:numFmt w:val="bullet"/>
      <w:pStyle w:val="a1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A78D1"/>
    <w:multiLevelType w:val="multilevel"/>
    <w:tmpl w:val="21B230C2"/>
    <w:lvl w:ilvl="0">
      <w:start w:val="1"/>
      <w:numFmt w:val="decimal"/>
      <w:pStyle w:val="-"/>
      <w:lvlText w:val="%1."/>
      <w:lvlJc w:val="left"/>
      <w:pPr>
        <w:ind w:left="397" w:hanging="397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5254259"/>
    <w:multiLevelType w:val="multilevel"/>
    <w:tmpl w:val="323C9162"/>
    <w:lvl w:ilvl="0">
      <w:start w:val="1"/>
      <w:numFmt w:val="decimal"/>
      <w:pStyle w:val="1"/>
      <w:lvlText w:val="%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aps/>
        <w:sz w:val="28"/>
      </w:rPr>
    </w:lvl>
    <w:lvl w:ilvl="1">
      <w:start w:val="1"/>
      <w:numFmt w:val="decimal"/>
      <w:pStyle w:val="20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pStyle w:val="30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58C187B"/>
    <w:multiLevelType w:val="hybridMultilevel"/>
    <w:tmpl w:val="151046AA"/>
    <w:lvl w:ilvl="0" w:tplc="421C929E">
      <w:start w:val="1"/>
      <w:numFmt w:val="bullet"/>
      <w:pStyle w:val="21"/>
      <w:lvlText w:val="-"/>
      <w:lvlJc w:val="left"/>
      <w:pPr>
        <w:ind w:left="360" w:hanging="360"/>
      </w:pPr>
      <w:rPr>
        <w:rFonts w:ascii="Courier New" w:hAnsi="Courier New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7" w15:restartNumberingAfterBreak="0">
    <w:nsid w:val="6EDE1393"/>
    <w:multiLevelType w:val="hybridMultilevel"/>
    <w:tmpl w:val="ED546B94"/>
    <w:lvl w:ilvl="0" w:tplc="634CEFFA">
      <w:start w:val="1"/>
      <w:numFmt w:val="bullet"/>
      <w:pStyle w:val="-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B084F"/>
    <w:multiLevelType w:val="hybridMultilevel"/>
    <w:tmpl w:val="413E6F22"/>
    <w:lvl w:ilvl="0" w:tplc="E3E69C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1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E02"/>
    <w:rsid w:val="000011CB"/>
    <w:rsid w:val="000013CA"/>
    <w:rsid w:val="00003665"/>
    <w:rsid w:val="000043F9"/>
    <w:rsid w:val="000048CB"/>
    <w:rsid w:val="000049ED"/>
    <w:rsid w:val="00013F96"/>
    <w:rsid w:val="0001770D"/>
    <w:rsid w:val="00020242"/>
    <w:rsid w:val="00022413"/>
    <w:rsid w:val="00022E5C"/>
    <w:rsid w:val="0002426A"/>
    <w:rsid w:val="000256B2"/>
    <w:rsid w:val="000271C3"/>
    <w:rsid w:val="00027501"/>
    <w:rsid w:val="00027BEE"/>
    <w:rsid w:val="00031C05"/>
    <w:rsid w:val="000343C3"/>
    <w:rsid w:val="00036C03"/>
    <w:rsid w:val="00037AB5"/>
    <w:rsid w:val="000406B1"/>
    <w:rsid w:val="00040C0F"/>
    <w:rsid w:val="000437CD"/>
    <w:rsid w:val="00050210"/>
    <w:rsid w:val="00053C18"/>
    <w:rsid w:val="00057C80"/>
    <w:rsid w:val="00060851"/>
    <w:rsid w:val="0006372C"/>
    <w:rsid w:val="0006708D"/>
    <w:rsid w:val="00067E8A"/>
    <w:rsid w:val="00070685"/>
    <w:rsid w:val="00076237"/>
    <w:rsid w:val="00077413"/>
    <w:rsid w:val="0008230A"/>
    <w:rsid w:val="00082F38"/>
    <w:rsid w:val="00083089"/>
    <w:rsid w:val="0009231C"/>
    <w:rsid w:val="00092323"/>
    <w:rsid w:val="00093A0E"/>
    <w:rsid w:val="00097CD3"/>
    <w:rsid w:val="000A0FB8"/>
    <w:rsid w:val="000A1A68"/>
    <w:rsid w:val="000A6DC5"/>
    <w:rsid w:val="000A7EA4"/>
    <w:rsid w:val="000B442D"/>
    <w:rsid w:val="000B6060"/>
    <w:rsid w:val="000C0A98"/>
    <w:rsid w:val="000C294A"/>
    <w:rsid w:val="000D2080"/>
    <w:rsid w:val="000D2BA3"/>
    <w:rsid w:val="000D3C9C"/>
    <w:rsid w:val="000E56DE"/>
    <w:rsid w:val="000E592B"/>
    <w:rsid w:val="000E692D"/>
    <w:rsid w:val="000F16EC"/>
    <w:rsid w:val="000F476D"/>
    <w:rsid w:val="000F7D5E"/>
    <w:rsid w:val="000F7EF9"/>
    <w:rsid w:val="0010114D"/>
    <w:rsid w:val="0010249E"/>
    <w:rsid w:val="001031A0"/>
    <w:rsid w:val="00103309"/>
    <w:rsid w:val="0010427D"/>
    <w:rsid w:val="00105793"/>
    <w:rsid w:val="00111C63"/>
    <w:rsid w:val="00111D97"/>
    <w:rsid w:val="00115253"/>
    <w:rsid w:val="00115CA1"/>
    <w:rsid w:val="001203F3"/>
    <w:rsid w:val="00123037"/>
    <w:rsid w:val="0012438E"/>
    <w:rsid w:val="0013092D"/>
    <w:rsid w:val="0013136D"/>
    <w:rsid w:val="00134072"/>
    <w:rsid w:val="001342B2"/>
    <w:rsid w:val="00134BB7"/>
    <w:rsid w:val="00137E6A"/>
    <w:rsid w:val="00147807"/>
    <w:rsid w:val="00151A93"/>
    <w:rsid w:val="00153DA0"/>
    <w:rsid w:val="00156AD2"/>
    <w:rsid w:val="0015758E"/>
    <w:rsid w:val="001647AB"/>
    <w:rsid w:val="00171596"/>
    <w:rsid w:val="00176771"/>
    <w:rsid w:val="00182D25"/>
    <w:rsid w:val="00185A74"/>
    <w:rsid w:val="00186ADB"/>
    <w:rsid w:val="0019049C"/>
    <w:rsid w:val="00190FC2"/>
    <w:rsid w:val="001920A5"/>
    <w:rsid w:val="0019291D"/>
    <w:rsid w:val="001941E3"/>
    <w:rsid w:val="00195881"/>
    <w:rsid w:val="00196CC0"/>
    <w:rsid w:val="001A1C5D"/>
    <w:rsid w:val="001A2149"/>
    <w:rsid w:val="001A5155"/>
    <w:rsid w:val="001B0195"/>
    <w:rsid w:val="001B3E05"/>
    <w:rsid w:val="001B4A95"/>
    <w:rsid w:val="001B734A"/>
    <w:rsid w:val="001B7BCD"/>
    <w:rsid w:val="001C328E"/>
    <w:rsid w:val="001C35A1"/>
    <w:rsid w:val="001C6482"/>
    <w:rsid w:val="001D1110"/>
    <w:rsid w:val="001E4108"/>
    <w:rsid w:val="001F2109"/>
    <w:rsid w:val="001F41D8"/>
    <w:rsid w:val="001F73D6"/>
    <w:rsid w:val="001F7EFB"/>
    <w:rsid w:val="0020304B"/>
    <w:rsid w:val="002041BF"/>
    <w:rsid w:val="00206AFC"/>
    <w:rsid w:val="002114F6"/>
    <w:rsid w:val="00212315"/>
    <w:rsid w:val="002126A3"/>
    <w:rsid w:val="0021590B"/>
    <w:rsid w:val="002211C1"/>
    <w:rsid w:val="002215B0"/>
    <w:rsid w:val="002218FF"/>
    <w:rsid w:val="002271FB"/>
    <w:rsid w:val="00227B19"/>
    <w:rsid w:val="00231148"/>
    <w:rsid w:val="00231951"/>
    <w:rsid w:val="0024258E"/>
    <w:rsid w:val="00244A10"/>
    <w:rsid w:val="002452B3"/>
    <w:rsid w:val="00251DA0"/>
    <w:rsid w:val="0025343F"/>
    <w:rsid w:val="002536CE"/>
    <w:rsid w:val="00253AC5"/>
    <w:rsid w:val="00255595"/>
    <w:rsid w:val="00260649"/>
    <w:rsid w:val="002613FE"/>
    <w:rsid w:val="002626FF"/>
    <w:rsid w:val="002667C6"/>
    <w:rsid w:val="00266E01"/>
    <w:rsid w:val="00270D3E"/>
    <w:rsid w:val="00270D92"/>
    <w:rsid w:val="002771DC"/>
    <w:rsid w:val="00280B30"/>
    <w:rsid w:val="00283552"/>
    <w:rsid w:val="0028362A"/>
    <w:rsid w:val="00286B17"/>
    <w:rsid w:val="00286EA9"/>
    <w:rsid w:val="002914AC"/>
    <w:rsid w:val="00291E96"/>
    <w:rsid w:val="002925DF"/>
    <w:rsid w:val="00292D9C"/>
    <w:rsid w:val="0029449A"/>
    <w:rsid w:val="0029500D"/>
    <w:rsid w:val="002950F3"/>
    <w:rsid w:val="00297239"/>
    <w:rsid w:val="002974C8"/>
    <w:rsid w:val="002A231B"/>
    <w:rsid w:val="002A4BA0"/>
    <w:rsid w:val="002A5AB4"/>
    <w:rsid w:val="002A6FD1"/>
    <w:rsid w:val="002B3075"/>
    <w:rsid w:val="002B32FE"/>
    <w:rsid w:val="002C17AF"/>
    <w:rsid w:val="002C256B"/>
    <w:rsid w:val="002C2DF8"/>
    <w:rsid w:val="002C3029"/>
    <w:rsid w:val="002C337F"/>
    <w:rsid w:val="002C4069"/>
    <w:rsid w:val="002D0D34"/>
    <w:rsid w:val="002D46EF"/>
    <w:rsid w:val="002D4DD8"/>
    <w:rsid w:val="002D7540"/>
    <w:rsid w:val="002E525F"/>
    <w:rsid w:val="002E6086"/>
    <w:rsid w:val="002E7FAF"/>
    <w:rsid w:val="002F0FC1"/>
    <w:rsid w:val="002F3858"/>
    <w:rsid w:val="002F45C0"/>
    <w:rsid w:val="002F49AB"/>
    <w:rsid w:val="00300F1B"/>
    <w:rsid w:val="003018BF"/>
    <w:rsid w:val="00301A6D"/>
    <w:rsid w:val="00302472"/>
    <w:rsid w:val="00307480"/>
    <w:rsid w:val="003079B1"/>
    <w:rsid w:val="00307E29"/>
    <w:rsid w:val="003128E3"/>
    <w:rsid w:val="003136A0"/>
    <w:rsid w:val="003205EF"/>
    <w:rsid w:val="00323DB2"/>
    <w:rsid w:val="00324874"/>
    <w:rsid w:val="003258B1"/>
    <w:rsid w:val="00325ACB"/>
    <w:rsid w:val="00325AEB"/>
    <w:rsid w:val="00326340"/>
    <w:rsid w:val="003278D6"/>
    <w:rsid w:val="00327E9E"/>
    <w:rsid w:val="003302BF"/>
    <w:rsid w:val="00330D0F"/>
    <w:rsid w:val="00340AF7"/>
    <w:rsid w:val="00341C75"/>
    <w:rsid w:val="003479C1"/>
    <w:rsid w:val="003519D0"/>
    <w:rsid w:val="0035553F"/>
    <w:rsid w:val="003567E4"/>
    <w:rsid w:val="00361381"/>
    <w:rsid w:val="00367743"/>
    <w:rsid w:val="0037108B"/>
    <w:rsid w:val="003768F2"/>
    <w:rsid w:val="0038249B"/>
    <w:rsid w:val="00386E92"/>
    <w:rsid w:val="003A2866"/>
    <w:rsid w:val="003A631C"/>
    <w:rsid w:val="003B225B"/>
    <w:rsid w:val="003B47B8"/>
    <w:rsid w:val="003B4CEA"/>
    <w:rsid w:val="003B696D"/>
    <w:rsid w:val="003C269F"/>
    <w:rsid w:val="003C4EBA"/>
    <w:rsid w:val="003C6F12"/>
    <w:rsid w:val="003C75E0"/>
    <w:rsid w:val="003D2639"/>
    <w:rsid w:val="003D55CC"/>
    <w:rsid w:val="003D5E6E"/>
    <w:rsid w:val="003E235A"/>
    <w:rsid w:val="003E452B"/>
    <w:rsid w:val="003E4C37"/>
    <w:rsid w:val="003E5655"/>
    <w:rsid w:val="003F0B21"/>
    <w:rsid w:val="003F109F"/>
    <w:rsid w:val="003F2F4D"/>
    <w:rsid w:val="003F3373"/>
    <w:rsid w:val="003F370B"/>
    <w:rsid w:val="003F5F48"/>
    <w:rsid w:val="00401199"/>
    <w:rsid w:val="004016F1"/>
    <w:rsid w:val="004018AB"/>
    <w:rsid w:val="00405694"/>
    <w:rsid w:val="004068EE"/>
    <w:rsid w:val="00410226"/>
    <w:rsid w:val="00410D07"/>
    <w:rsid w:val="00412BC7"/>
    <w:rsid w:val="00414909"/>
    <w:rsid w:val="00416D93"/>
    <w:rsid w:val="004171FD"/>
    <w:rsid w:val="00423B4E"/>
    <w:rsid w:val="0042567E"/>
    <w:rsid w:val="00427586"/>
    <w:rsid w:val="0043023E"/>
    <w:rsid w:val="00430F80"/>
    <w:rsid w:val="004310FE"/>
    <w:rsid w:val="00431CB5"/>
    <w:rsid w:val="00440810"/>
    <w:rsid w:val="00440EA0"/>
    <w:rsid w:val="00445DEC"/>
    <w:rsid w:val="004471C2"/>
    <w:rsid w:val="0045069A"/>
    <w:rsid w:val="004508E7"/>
    <w:rsid w:val="00455976"/>
    <w:rsid w:val="004560D9"/>
    <w:rsid w:val="004602E7"/>
    <w:rsid w:val="00462F31"/>
    <w:rsid w:val="00466F68"/>
    <w:rsid w:val="00474A43"/>
    <w:rsid w:val="00477DBA"/>
    <w:rsid w:val="004858D7"/>
    <w:rsid w:val="00491E7B"/>
    <w:rsid w:val="00492DAE"/>
    <w:rsid w:val="0049638F"/>
    <w:rsid w:val="00497CE7"/>
    <w:rsid w:val="004A3547"/>
    <w:rsid w:val="004A3ACD"/>
    <w:rsid w:val="004A477B"/>
    <w:rsid w:val="004B6D13"/>
    <w:rsid w:val="004C1647"/>
    <w:rsid w:val="004C1A2F"/>
    <w:rsid w:val="004C3677"/>
    <w:rsid w:val="004C6BB2"/>
    <w:rsid w:val="004D0D35"/>
    <w:rsid w:val="004E09A3"/>
    <w:rsid w:val="004E0D8C"/>
    <w:rsid w:val="004E1709"/>
    <w:rsid w:val="004F023D"/>
    <w:rsid w:val="004F0EE5"/>
    <w:rsid w:val="004F193F"/>
    <w:rsid w:val="004F2315"/>
    <w:rsid w:val="004F5076"/>
    <w:rsid w:val="004F6353"/>
    <w:rsid w:val="004F74E8"/>
    <w:rsid w:val="0050102A"/>
    <w:rsid w:val="00507886"/>
    <w:rsid w:val="00510283"/>
    <w:rsid w:val="00512304"/>
    <w:rsid w:val="00512F93"/>
    <w:rsid w:val="00517494"/>
    <w:rsid w:val="00523846"/>
    <w:rsid w:val="00523C45"/>
    <w:rsid w:val="00524A79"/>
    <w:rsid w:val="0052664F"/>
    <w:rsid w:val="0053085E"/>
    <w:rsid w:val="00532BAF"/>
    <w:rsid w:val="005351CA"/>
    <w:rsid w:val="00535750"/>
    <w:rsid w:val="00544245"/>
    <w:rsid w:val="0054451C"/>
    <w:rsid w:val="00545E4B"/>
    <w:rsid w:val="0054795C"/>
    <w:rsid w:val="00550D7D"/>
    <w:rsid w:val="005533DF"/>
    <w:rsid w:val="0055450E"/>
    <w:rsid w:val="00554A74"/>
    <w:rsid w:val="00556823"/>
    <w:rsid w:val="00560B43"/>
    <w:rsid w:val="005615B2"/>
    <w:rsid w:val="00562007"/>
    <w:rsid w:val="00562B0B"/>
    <w:rsid w:val="00563961"/>
    <w:rsid w:val="00567740"/>
    <w:rsid w:val="005707A9"/>
    <w:rsid w:val="0057525B"/>
    <w:rsid w:val="005762A0"/>
    <w:rsid w:val="00577166"/>
    <w:rsid w:val="0058194F"/>
    <w:rsid w:val="00582727"/>
    <w:rsid w:val="00582BB7"/>
    <w:rsid w:val="005842FB"/>
    <w:rsid w:val="00586B03"/>
    <w:rsid w:val="005873B6"/>
    <w:rsid w:val="00587AE1"/>
    <w:rsid w:val="0059538A"/>
    <w:rsid w:val="00596F2E"/>
    <w:rsid w:val="00597229"/>
    <w:rsid w:val="0059761B"/>
    <w:rsid w:val="00597DEC"/>
    <w:rsid w:val="005B10D7"/>
    <w:rsid w:val="005B1117"/>
    <w:rsid w:val="005B12C8"/>
    <w:rsid w:val="005B1941"/>
    <w:rsid w:val="005B1AE3"/>
    <w:rsid w:val="005B7A0E"/>
    <w:rsid w:val="005C0C5B"/>
    <w:rsid w:val="005C1AE2"/>
    <w:rsid w:val="005C4D01"/>
    <w:rsid w:val="005C4DA1"/>
    <w:rsid w:val="005C5C20"/>
    <w:rsid w:val="005C75C9"/>
    <w:rsid w:val="005D0061"/>
    <w:rsid w:val="005D1B3A"/>
    <w:rsid w:val="005D1FC2"/>
    <w:rsid w:val="005D5214"/>
    <w:rsid w:val="005D60F1"/>
    <w:rsid w:val="005D691B"/>
    <w:rsid w:val="005E33B8"/>
    <w:rsid w:val="005E4BC9"/>
    <w:rsid w:val="005E6211"/>
    <w:rsid w:val="005E6261"/>
    <w:rsid w:val="005F0D9F"/>
    <w:rsid w:val="005F1966"/>
    <w:rsid w:val="005F2905"/>
    <w:rsid w:val="005F348F"/>
    <w:rsid w:val="005F3746"/>
    <w:rsid w:val="005F5187"/>
    <w:rsid w:val="005F5C0F"/>
    <w:rsid w:val="00602F52"/>
    <w:rsid w:val="006046EF"/>
    <w:rsid w:val="00606CD4"/>
    <w:rsid w:val="0061651A"/>
    <w:rsid w:val="006247DE"/>
    <w:rsid w:val="00624983"/>
    <w:rsid w:val="0062529B"/>
    <w:rsid w:val="006260FD"/>
    <w:rsid w:val="00626D53"/>
    <w:rsid w:val="00626E10"/>
    <w:rsid w:val="00627B64"/>
    <w:rsid w:val="006342C3"/>
    <w:rsid w:val="006369CB"/>
    <w:rsid w:val="00642407"/>
    <w:rsid w:val="00650BEA"/>
    <w:rsid w:val="00651D14"/>
    <w:rsid w:val="00652299"/>
    <w:rsid w:val="006540A1"/>
    <w:rsid w:val="006633A5"/>
    <w:rsid w:val="00663E02"/>
    <w:rsid w:val="00666B0E"/>
    <w:rsid w:val="006705A9"/>
    <w:rsid w:val="006745D8"/>
    <w:rsid w:val="0067621E"/>
    <w:rsid w:val="0068077E"/>
    <w:rsid w:val="006813B3"/>
    <w:rsid w:val="006824E8"/>
    <w:rsid w:val="00682959"/>
    <w:rsid w:val="00684CC7"/>
    <w:rsid w:val="00685C82"/>
    <w:rsid w:val="00687AA6"/>
    <w:rsid w:val="0069101E"/>
    <w:rsid w:val="00691EE6"/>
    <w:rsid w:val="00694EED"/>
    <w:rsid w:val="00695731"/>
    <w:rsid w:val="006A3379"/>
    <w:rsid w:val="006A4F7E"/>
    <w:rsid w:val="006A7584"/>
    <w:rsid w:val="006B00AF"/>
    <w:rsid w:val="006B0109"/>
    <w:rsid w:val="006C02AE"/>
    <w:rsid w:val="006D4309"/>
    <w:rsid w:val="006D61C3"/>
    <w:rsid w:val="006D783E"/>
    <w:rsid w:val="006D7B82"/>
    <w:rsid w:val="006E15D6"/>
    <w:rsid w:val="006E379E"/>
    <w:rsid w:val="006E4DDF"/>
    <w:rsid w:val="006E5DC7"/>
    <w:rsid w:val="006E6736"/>
    <w:rsid w:val="006E72DA"/>
    <w:rsid w:val="006E7FEF"/>
    <w:rsid w:val="006F3448"/>
    <w:rsid w:val="006F6EB8"/>
    <w:rsid w:val="00706A46"/>
    <w:rsid w:val="007134D8"/>
    <w:rsid w:val="0071415E"/>
    <w:rsid w:val="007149CA"/>
    <w:rsid w:val="0071510F"/>
    <w:rsid w:val="00721DB8"/>
    <w:rsid w:val="00725CC3"/>
    <w:rsid w:val="00726414"/>
    <w:rsid w:val="007307CA"/>
    <w:rsid w:val="00730F8E"/>
    <w:rsid w:val="00736BB5"/>
    <w:rsid w:val="00737E90"/>
    <w:rsid w:val="00742103"/>
    <w:rsid w:val="007433A2"/>
    <w:rsid w:val="00751465"/>
    <w:rsid w:val="00751B83"/>
    <w:rsid w:val="007539C4"/>
    <w:rsid w:val="00753D00"/>
    <w:rsid w:val="00757CCE"/>
    <w:rsid w:val="00761B5B"/>
    <w:rsid w:val="007620D2"/>
    <w:rsid w:val="00763142"/>
    <w:rsid w:val="00764A9C"/>
    <w:rsid w:val="00766AB3"/>
    <w:rsid w:val="00771601"/>
    <w:rsid w:val="00771F40"/>
    <w:rsid w:val="00772029"/>
    <w:rsid w:val="00772D4B"/>
    <w:rsid w:val="00773E3C"/>
    <w:rsid w:val="00773EBD"/>
    <w:rsid w:val="007750C4"/>
    <w:rsid w:val="007751A7"/>
    <w:rsid w:val="007754A9"/>
    <w:rsid w:val="00785271"/>
    <w:rsid w:val="00787217"/>
    <w:rsid w:val="00790D46"/>
    <w:rsid w:val="00791277"/>
    <w:rsid w:val="0079620F"/>
    <w:rsid w:val="007A0B55"/>
    <w:rsid w:val="007A2C98"/>
    <w:rsid w:val="007A7935"/>
    <w:rsid w:val="007B0117"/>
    <w:rsid w:val="007B1904"/>
    <w:rsid w:val="007B29E3"/>
    <w:rsid w:val="007B3803"/>
    <w:rsid w:val="007B44B6"/>
    <w:rsid w:val="007C1A5D"/>
    <w:rsid w:val="007C45B6"/>
    <w:rsid w:val="007C5328"/>
    <w:rsid w:val="007D20F8"/>
    <w:rsid w:val="007D75C3"/>
    <w:rsid w:val="007E4AF5"/>
    <w:rsid w:val="007F0728"/>
    <w:rsid w:val="007F0C62"/>
    <w:rsid w:val="007F1575"/>
    <w:rsid w:val="007F7005"/>
    <w:rsid w:val="007F7E3C"/>
    <w:rsid w:val="008001E9"/>
    <w:rsid w:val="0080020E"/>
    <w:rsid w:val="00802DCE"/>
    <w:rsid w:val="00805A6B"/>
    <w:rsid w:val="008102C6"/>
    <w:rsid w:val="00816965"/>
    <w:rsid w:val="0081748A"/>
    <w:rsid w:val="00817912"/>
    <w:rsid w:val="008251DA"/>
    <w:rsid w:val="00825BFB"/>
    <w:rsid w:val="00826434"/>
    <w:rsid w:val="00827057"/>
    <w:rsid w:val="00827860"/>
    <w:rsid w:val="00831E22"/>
    <w:rsid w:val="00832EDE"/>
    <w:rsid w:val="008341A8"/>
    <w:rsid w:val="0083645A"/>
    <w:rsid w:val="00840676"/>
    <w:rsid w:val="00841856"/>
    <w:rsid w:val="008426F1"/>
    <w:rsid w:val="00843166"/>
    <w:rsid w:val="00844CC6"/>
    <w:rsid w:val="00853B2E"/>
    <w:rsid w:val="00853F0C"/>
    <w:rsid w:val="00855603"/>
    <w:rsid w:val="00856814"/>
    <w:rsid w:val="00857175"/>
    <w:rsid w:val="00860E85"/>
    <w:rsid w:val="00861F33"/>
    <w:rsid w:val="0086399D"/>
    <w:rsid w:val="008644D9"/>
    <w:rsid w:val="00865D0C"/>
    <w:rsid w:val="00866FE3"/>
    <w:rsid w:val="00867FE8"/>
    <w:rsid w:val="00871451"/>
    <w:rsid w:val="00871A64"/>
    <w:rsid w:val="008733A8"/>
    <w:rsid w:val="00873918"/>
    <w:rsid w:val="008822AC"/>
    <w:rsid w:val="00882FE6"/>
    <w:rsid w:val="00885BF2"/>
    <w:rsid w:val="00887427"/>
    <w:rsid w:val="00892813"/>
    <w:rsid w:val="008948A2"/>
    <w:rsid w:val="0089730A"/>
    <w:rsid w:val="008975FB"/>
    <w:rsid w:val="008A1A0E"/>
    <w:rsid w:val="008B190B"/>
    <w:rsid w:val="008B1FA4"/>
    <w:rsid w:val="008B2BC9"/>
    <w:rsid w:val="008B5C81"/>
    <w:rsid w:val="008C205E"/>
    <w:rsid w:val="008C2195"/>
    <w:rsid w:val="008C500F"/>
    <w:rsid w:val="008D1997"/>
    <w:rsid w:val="008D2C1E"/>
    <w:rsid w:val="008D42AD"/>
    <w:rsid w:val="008D55D3"/>
    <w:rsid w:val="008D704B"/>
    <w:rsid w:val="008E1B13"/>
    <w:rsid w:val="008E3161"/>
    <w:rsid w:val="008E3C50"/>
    <w:rsid w:val="008E4F76"/>
    <w:rsid w:val="008F018B"/>
    <w:rsid w:val="008F0B60"/>
    <w:rsid w:val="008F141F"/>
    <w:rsid w:val="008F1B3C"/>
    <w:rsid w:val="008F4CE4"/>
    <w:rsid w:val="008F6805"/>
    <w:rsid w:val="00900D6C"/>
    <w:rsid w:val="0090181B"/>
    <w:rsid w:val="009034D5"/>
    <w:rsid w:val="0090493C"/>
    <w:rsid w:val="00904968"/>
    <w:rsid w:val="009109BD"/>
    <w:rsid w:val="009123D5"/>
    <w:rsid w:val="00913971"/>
    <w:rsid w:val="00915351"/>
    <w:rsid w:val="00915CE1"/>
    <w:rsid w:val="00920020"/>
    <w:rsid w:val="00920A54"/>
    <w:rsid w:val="00921401"/>
    <w:rsid w:val="009217B5"/>
    <w:rsid w:val="009217F5"/>
    <w:rsid w:val="00922518"/>
    <w:rsid w:val="0092385E"/>
    <w:rsid w:val="009264D1"/>
    <w:rsid w:val="00927CBA"/>
    <w:rsid w:val="00930696"/>
    <w:rsid w:val="00930814"/>
    <w:rsid w:val="009351BE"/>
    <w:rsid w:val="00936C21"/>
    <w:rsid w:val="00937912"/>
    <w:rsid w:val="00940381"/>
    <w:rsid w:val="00957961"/>
    <w:rsid w:val="00957DAF"/>
    <w:rsid w:val="00957F24"/>
    <w:rsid w:val="00961449"/>
    <w:rsid w:val="0096173F"/>
    <w:rsid w:val="0096376D"/>
    <w:rsid w:val="00966071"/>
    <w:rsid w:val="009668C3"/>
    <w:rsid w:val="0096780E"/>
    <w:rsid w:val="00972ABE"/>
    <w:rsid w:val="00976D53"/>
    <w:rsid w:val="00977310"/>
    <w:rsid w:val="00977C90"/>
    <w:rsid w:val="0098298B"/>
    <w:rsid w:val="00982C37"/>
    <w:rsid w:val="00987453"/>
    <w:rsid w:val="00992F9F"/>
    <w:rsid w:val="00994268"/>
    <w:rsid w:val="009943A3"/>
    <w:rsid w:val="0099614C"/>
    <w:rsid w:val="009A0597"/>
    <w:rsid w:val="009A15B3"/>
    <w:rsid w:val="009A47ED"/>
    <w:rsid w:val="009A61D8"/>
    <w:rsid w:val="009A6518"/>
    <w:rsid w:val="009B0F58"/>
    <w:rsid w:val="009C16C8"/>
    <w:rsid w:val="009C34EA"/>
    <w:rsid w:val="009C7867"/>
    <w:rsid w:val="009D08B1"/>
    <w:rsid w:val="009D3D56"/>
    <w:rsid w:val="009D4DE5"/>
    <w:rsid w:val="009D5DD8"/>
    <w:rsid w:val="009D6138"/>
    <w:rsid w:val="009E088E"/>
    <w:rsid w:val="009E41A7"/>
    <w:rsid w:val="009E4405"/>
    <w:rsid w:val="009E5A35"/>
    <w:rsid w:val="009F27D3"/>
    <w:rsid w:val="009F68A6"/>
    <w:rsid w:val="009F6F56"/>
    <w:rsid w:val="00A042AF"/>
    <w:rsid w:val="00A051C0"/>
    <w:rsid w:val="00A06494"/>
    <w:rsid w:val="00A07300"/>
    <w:rsid w:val="00A075C0"/>
    <w:rsid w:val="00A1237D"/>
    <w:rsid w:val="00A1420A"/>
    <w:rsid w:val="00A21762"/>
    <w:rsid w:val="00A21ABF"/>
    <w:rsid w:val="00A532A6"/>
    <w:rsid w:val="00A53F84"/>
    <w:rsid w:val="00A54182"/>
    <w:rsid w:val="00A5527A"/>
    <w:rsid w:val="00A60834"/>
    <w:rsid w:val="00A62852"/>
    <w:rsid w:val="00A662A2"/>
    <w:rsid w:val="00A677D8"/>
    <w:rsid w:val="00A72785"/>
    <w:rsid w:val="00A75167"/>
    <w:rsid w:val="00A77194"/>
    <w:rsid w:val="00A8101C"/>
    <w:rsid w:val="00A82272"/>
    <w:rsid w:val="00A82F2C"/>
    <w:rsid w:val="00A865A0"/>
    <w:rsid w:val="00A92EFC"/>
    <w:rsid w:val="00AA0154"/>
    <w:rsid w:val="00AA74AA"/>
    <w:rsid w:val="00AB13E0"/>
    <w:rsid w:val="00AB2983"/>
    <w:rsid w:val="00AB7A23"/>
    <w:rsid w:val="00AB7E7E"/>
    <w:rsid w:val="00AC0225"/>
    <w:rsid w:val="00AC1C30"/>
    <w:rsid w:val="00AC1CB9"/>
    <w:rsid w:val="00AC1F51"/>
    <w:rsid w:val="00AC67DD"/>
    <w:rsid w:val="00AC6ADA"/>
    <w:rsid w:val="00AC7B34"/>
    <w:rsid w:val="00AD2A14"/>
    <w:rsid w:val="00AD74C1"/>
    <w:rsid w:val="00AE284E"/>
    <w:rsid w:val="00AE3259"/>
    <w:rsid w:val="00AE3B23"/>
    <w:rsid w:val="00AE4265"/>
    <w:rsid w:val="00AE6356"/>
    <w:rsid w:val="00AE6804"/>
    <w:rsid w:val="00AF1C70"/>
    <w:rsid w:val="00AF1DDB"/>
    <w:rsid w:val="00AF25C8"/>
    <w:rsid w:val="00AF5040"/>
    <w:rsid w:val="00AF587E"/>
    <w:rsid w:val="00B00753"/>
    <w:rsid w:val="00B007D8"/>
    <w:rsid w:val="00B01FAD"/>
    <w:rsid w:val="00B031D0"/>
    <w:rsid w:val="00B05F60"/>
    <w:rsid w:val="00B06213"/>
    <w:rsid w:val="00B07BE2"/>
    <w:rsid w:val="00B13709"/>
    <w:rsid w:val="00B17459"/>
    <w:rsid w:val="00B17A2B"/>
    <w:rsid w:val="00B20BA6"/>
    <w:rsid w:val="00B2151F"/>
    <w:rsid w:val="00B22D9D"/>
    <w:rsid w:val="00B24EBC"/>
    <w:rsid w:val="00B32838"/>
    <w:rsid w:val="00B32B13"/>
    <w:rsid w:val="00B34137"/>
    <w:rsid w:val="00B34378"/>
    <w:rsid w:val="00B35EB6"/>
    <w:rsid w:val="00B376AE"/>
    <w:rsid w:val="00B4227D"/>
    <w:rsid w:val="00B4249D"/>
    <w:rsid w:val="00B43AB3"/>
    <w:rsid w:val="00B458B4"/>
    <w:rsid w:val="00B45B69"/>
    <w:rsid w:val="00B5383C"/>
    <w:rsid w:val="00B55FE7"/>
    <w:rsid w:val="00B57744"/>
    <w:rsid w:val="00B616CC"/>
    <w:rsid w:val="00B655E9"/>
    <w:rsid w:val="00B81530"/>
    <w:rsid w:val="00B820B1"/>
    <w:rsid w:val="00B87418"/>
    <w:rsid w:val="00B87B84"/>
    <w:rsid w:val="00B87DC5"/>
    <w:rsid w:val="00B90FDB"/>
    <w:rsid w:val="00B92799"/>
    <w:rsid w:val="00B949F8"/>
    <w:rsid w:val="00B94A24"/>
    <w:rsid w:val="00B94C40"/>
    <w:rsid w:val="00B97728"/>
    <w:rsid w:val="00BA22CD"/>
    <w:rsid w:val="00BA6DC0"/>
    <w:rsid w:val="00BA7268"/>
    <w:rsid w:val="00BA7658"/>
    <w:rsid w:val="00BB206D"/>
    <w:rsid w:val="00BB2BE0"/>
    <w:rsid w:val="00BB4C48"/>
    <w:rsid w:val="00BC75F8"/>
    <w:rsid w:val="00BD109D"/>
    <w:rsid w:val="00BD1C58"/>
    <w:rsid w:val="00BD1DE4"/>
    <w:rsid w:val="00BD20E5"/>
    <w:rsid w:val="00BD47A3"/>
    <w:rsid w:val="00BD69F0"/>
    <w:rsid w:val="00BD7495"/>
    <w:rsid w:val="00BE0E77"/>
    <w:rsid w:val="00BE49F5"/>
    <w:rsid w:val="00BE5504"/>
    <w:rsid w:val="00BE726C"/>
    <w:rsid w:val="00BE7BAE"/>
    <w:rsid w:val="00BF062D"/>
    <w:rsid w:val="00BF1BD7"/>
    <w:rsid w:val="00BF40DB"/>
    <w:rsid w:val="00BF6FFA"/>
    <w:rsid w:val="00BF7381"/>
    <w:rsid w:val="00C07BCD"/>
    <w:rsid w:val="00C1085F"/>
    <w:rsid w:val="00C123DE"/>
    <w:rsid w:val="00C13828"/>
    <w:rsid w:val="00C16635"/>
    <w:rsid w:val="00C16FDD"/>
    <w:rsid w:val="00C17081"/>
    <w:rsid w:val="00C17824"/>
    <w:rsid w:val="00C17B79"/>
    <w:rsid w:val="00C22242"/>
    <w:rsid w:val="00C225D5"/>
    <w:rsid w:val="00C2282C"/>
    <w:rsid w:val="00C2542B"/>
    <w:rsid w:val="00C26D5F"/>
    <w:rsid w:val="00C27F65"/>
    <w:rsid w:val="00C31C7F"/>
    <w:rsid w:val="00C41EBF"/>
    <w:rsid w:val="00C435E5"/>
    <w:rsid w:val="00C43629"/>
    <w:rsid w:val="00C43C53"/>
    <w:rsid w:val="00C43F4A"/>
    <w:rsid w:val="00C444D3"/>
    <w:rsid w:val="00C44589"/>
    <w:rsid w:val="00C4616A"/>
    <w:rsid w:val="00C46AD4"/>
    <w:rsid w:val="00C50099"/>
    <w:rsid w:val="00C518CF"/>
    <w:rsid w:val="00C55F57"/>
    <w:rsid w:val="00C55FD0"/>
    <w:rsid w:val="00C6074D"/>
    <w:rsid w:val="00C613AF"/>
    <w:rsid w:val="00C676DB"/>
    <w:rsid w:val="00C72082"/>
    <w:rsid w:val="00C7272F"/>
    <w:rsid w:val="00C728AD"/>
    <w:rsid w:val="00C74CBB"/>
    <w:rsid w:val="00C7691A"/>
    <w:rsid w:val="00C76E09"/>
    <w:rsid w:val="00C77C01"/>
    <w:rsid w:val="00C809C5"/>
    <w:rsid w:val="00C81D30"/>
    <w:rsid w:val="00C83D37"/>
    <w:rsid w:val="00C86F01"/>
    <w:rsid w:val="00C91073"/>
    <w:rsid w:val="00C92C72"/>
    <w:rsid w:val="00C93842"/>
    <w:rsid w:val="00C968AA"/>
    <w:rsid w:val="00C96D74"/>
    <w:rsid w:val="00CA06E2"/>
    <w:rsid w:val="00CA2E3E"/>
    <w:rsid w:val="00CA4510"/>
    <w:rsid w:val="00CA50A9"/>
    <w:rsid w:val="00CB25B8"/>
    <w:rsid w:val="00CB4EC7"/>
    <w:rsid w:val="00CB515D"/>
    <w:rsid w:val="00CB79B5"/>
    <w:rsid w:val="00CC197A"/>
    <w:rsid w:val="00CC1AEA"/>
    <w:rsid w:val="00CC1FF2"/>
    <w:rsid w:val="00CD06D5"/>
    <w:rsid w:val="00CD10CD"/>
    <w:rsid w:val="00CD2571"/>
    <w:rsid w:val="00CE103F"/>
    <w:rsid w:val="00CE132C"/>
    <w:rsid w:val="00CE4C09"/>
    <w:rsid w:val="00CE5B41"/>
    <w:rsid w:val="00CE5E84"/>
    <w:rsid w:val="00CF07B2"/>
    <w:rsid w:val="00CF153A"/>
    <w:rsid w:val="00CF27AB"/>
    <w:rsid w:val="00CF3D49"/>
    <w:rsid w:val="00CF4C85"/>
    <w:rsid w:val="00CF59B9"/>
    <w:rsid w:val="00CF600B"/>
    <w:rsid w:val="00CF6CBB"/>
    <w:rsid w:val="00D03B2E"/>
    <w:rsid w:val="00D03DB4"/>
    <w:rsid w:val="00D0444D"/>
    <w:rsid w:val="00D14B02"/>
    <w:rsid w:val="00D176BE"/>
    <w:rsid w:val="00D17F81"/>
    <w:rsid w:val="00D228C0"/>
    <w:rsid w:val="00D24E85"/>
    <w:rsid w:val="00D25CD0"/>
    <w:rsid w:val="00D263F4"/>
    <w:rsid w:val="00D26671"/>
    <w:rsid w:val="00D26EED"/>
    <w:rsid w:val="00D27753"/>
    <w:rsid w:val="00D27D6F"/>
    <w:rsid w:val="00D35BF6"/>
    <w:rsid w:val="00D35D22"/>
    <w:rsid w:val="00D420E7"/>
    <w:rsid w:val="00D47C2A"/>
    <w:rsid w:val="00D56FDD"/>
    <w:rsid w:val="00D57184"/>
    <w:rsid w:val="00D62EB5"/>
    <w:rsid w:val="00D707BC"/>
    <w:rsid w:val="00D74EDA"/>
    <w:rsid w:val="00D75A2D"/>
    <w:rsid w:val="00D75DEF"/>
    <w:rsid w:val="00D770DB"/>
    <w:rsid w:val="00D7777B"/>
    <w:rsid w:val="00D77809"/>
    <w:rsid w:val="00D8497D"/>
    <w:rsid w:val="00D90487"/>
    <w:rsid w:val="00D910FE"/>
    <w:rsid w:val="00D91448"/>
    <w:rsid w:val="00D93A5F"/>
    <w:rsid w:val="00D96F27"/>
    <w:rsid w:val="00DA05BF"/>
    <w:rsid w:val="00DA1BC9"/>
    <w:rsid w:val="00DA33E4"/>
    <w:rsid w:val="00DB2452"/>
    <w:rsid w:val="00DB5004"/>
    <w:rsid w:val="00DC003C"/>
    <w:rsid w:val="00DC080B"/>
    <w:rsid w:val="00DC1DD8"/>
    <w:rsid w:val="00DC6907"/>
    <w:rsid w:val="00DD2FBD"/>
    <w:rsid w:val="00DD6611"/>
    <w:rsid w:val="00DE09A9"/>
    <w:rsid w:val="00DE3B7C"/>
    <w:rsid w:val="00DE61DA"/>
    <w:rsid w:val="00DE7394"/>
    <w:rsid w:val="00DF1F49"/>
    <w:rsid w:val="00DF60AA"/>
    <w:rsid w:val="00DF66BC"/>
    <w:rsid w:val="00E0292D"/>
    <w:rsid w:val="00E06780"/>
    <w:rsid w:val="00E0701B"/>
    <w:rsid w:val="00E1344F"/>
    <w:rsid w:val="00E141A1"/>
    <w:rsid w:val="00E15C33"/>
    <w:rsid w:val="00E22836"/>
    <w:rsid w:val="00E24A05"/>
    <w:rsid w:val="00E25DFA"/>
    <w:rsid w:val="00E30F4D"/>
    <w:rsid w:val="00E416DE"/>
    <w:rsid w:val="00E4172E"/>
    <w:rsid w:val="00E4180D"/>
    <w:rsid w:val="00E44078"/>
    <w:rsid w:val="00E45E73"/>
    <w:rsid w:val="00E54319"/>
    <w:rsid w:val="00E5537F"/>
    <w:rsid w:val="00E55793"/>
    <w:rsid w:val="00E55FDF"/>
    <w:rsid w:val="00E573FE"/>
    <w:rsid w:val="00E6389C"/>
    <w:rsid w:val="00E6760A"/>
    <w:rsid w:val="00E70CE7"/>
    <w:rsid w:val="00E7290D"/>
    <w:rsid w:val="00E73EC2"/>
    <w:rsid w:val="00E75945"/>
    <w:rsid w:val="00E8058B"/>
    <w:rsid w:val="00E8187D"/>
    <w:rsid w:val="00E8386F"/>
    <w:rsid w:val="00E85254"/>
    <w:rsid w:val="00E90368"/>
    <w:rsid w:val="00E90DEF"/>
    <w:rsid w:val="00E93710"/>
    <w:rsid w:val="00E95CA1"/>
    <w:rsid w:val="00E9725D"/>
    <w:rsid w:val="00E97329"/>
    <w:rsid w:val="00EA0128"/>
    <w:rsid w:val="00EA18F8"/>
    <w:rsid w:val="00EA7327"/>
    <w:rsid w:val="00EB1FD1"/>
    <w:rsid w:val="00EB1FF8"/>
    <w:rsid w:val="00EC0D49"/>
    <w:rsid w:val="00EC3FDB"/>
    <w:rsid w:val="00EC64DC"/>
    <w:rsid w:val="00ED343A"/>
    <w:rsid w:val="00ED7CC8"/>
    <w:rsid w:val="00EE0A9F"/>
    <w:rsid w:val="00EE4323"/>
    <w:rsid w:val="00EE79D6"/>
    <w:rsid w:val="00EF3596"/>
    <w:rsid w:val="00EF39DD"/>
    <w:rsid w:val="00EF47F2"/>
    <w:rsid w:val="00EF5775"/>
    <w:rsid w:val="00F05416"/>
    <w:rsid w:val="00F05B6A"/>
    <w:rsid w:val="00F0625E"/>
    <w:rsid w:val="00F0731D"/>
    <w:rsid w:val="00F104ED"/>
    <w:rsid w:val="00F11BAE"/>
    <w:rsid w:val="00F21F96"/>
    <w:rsid w:val="00F22E7B"/>
    <w:rsid w:val="00F22EFE"/>
    <w:rsid w:val="00F23714"/>
    <w:rsid w:val="00F24C66"/>
    <w:rsid w:val="00F25BF1"/>
    <w:rsid w:val="00F27177"/>
    <w:rsid w:val="00F27D7F"/>
    <w:rsid w:val="00F30AE1"/>
    <w:rsid w:val="00F30C85"/>
    <w:rsid w:val="00F30F3A"/>
    <w:rsid w:val="00F311E9"/>
    <w:rsid w:val="00F3159F"/>
    <w:rsid w:val="00F362DE"/>
    <w:rsid w:val="00F47289"/>
    <w:rsid w:val="00F52439"/>
    <w:rsid w:val="00F52484"/>
    <w:rsid w:val="00F52957"/>
    <w:rsid w:val="00F55169"/>
    <w:rsid w:val="00F55C24"/>
    <w:rsid w:val="00F608D5"/>
    <w:rsid w:val="00F62E00"/>
    <w:rsid w:val="00F6394A"/>
    <w:rsid w:val="00F65226"/>
    <w:rsid w:val="00F674D1"/>
    <w:rsid w:val="00F677A4"/>
    <w:rsid w:val="00F7085D"/>
    <w:rsid w:val="00F70F38"/>
    <w:rsid w:val="00F723AB"/>
    <w:rsid w:val="00F73542"/>
    <w:rsid w:val="00F8302A"/>
    <w:rsid w:val="00F83256"/>
    <w:rsid w:val="00F866FB"/>
    <w:rsid w:val="00F87A0A"/>
    <w:rsid w:val="00F91D87"/>
    <w:rsid w:val="00F943A4"/>
    <w:rsid w:val="00FA0B89"/>
    <w:rsid w:val="00FA1548"/>
    <w:rsid w:val="00FA1758"/>
    <w:rsid w:val="00FA3358"/>
    <w:rsid w:val="00FA5783"/>
    <w:rsid w:val="00FB0133"/>
    <w:rsid w:val="00FB1D11"/>
    <w:rsid w:val="00FB33B3"/>
    <w:rsid w:val="00FB4328"/>
    <w:rsid w:val="00FC57F8"/>
    <w:rsid w:val="00FD045A"/>
    <w:rsid w:val="00FD1981"/>
    <w:rsid w:val="00FD3755"/>
    <w:rsid w:val="00FD53A5"/>
    <w:rsid w:val="00FD5DBC"/>
    <w:rsid w:val="00FD7AEA"/>
    <w:rsid w:val="00FE01DE"/>
    <w:rsid w:val="00FE18A2"/>
    <w:rsid w:val="00FE311D"/>
    <w:rsid w:val="00FE5C5F"/>
    <w:rsid w:val="00FF0CC7"/>
    <w:rsid w:val="00FF110D"/>
    <w:rsid w:val="00F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C234D"/>
  <w15:docId w15:val="{F08BC4C4-9F2B-4976-B9E0-547281C83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4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12" w:unhideWhenUsed="1"/>
    <w:lsdException w:name="toc 7" w:semiHidden="1" w:uiPriority="12" w:unhideWhenUsed="1"/>
    <w:lsdException w:name="toc 8" w:semiHidden="1" w:uiPriority="12" w:unhideWhenUsed="1"/>
    <w:lsdException w:name="toc 9" w:semiHidden="1" w:uiPriority="12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79" w:unhideWhenUsed="1"/>
    <w:lsdException w:name="footer" w:semiHidden="1" w:uiPriority="79" w:unhideWhenUsed="1"/>
    <w:lsdException w:name="index heading" w:semiHidden="1" w:unhideWhenUsed="1"/>
    <w:lsdException w:name="caption" w:semiHidden="1" w:uiPriority="34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9" w:unhideWhenUsed="1"/>
    <w:lsdException w:name="List Number" w:uiPriority="14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9" w:unhideWhenUsed="1"/>
    <w:lsdException w:name="List Bullet 3" w:semiHidden="1" w:uiPriority="19" w:unhideWhenUsed="1"/>
    <w:lsdException w:name="List Bullet 4" w:semiHidden="1" w:uiPriority="19" w:unhideWhenUsed="1"/>
    <w:lsdException w:name="List Bullet 5" w:semiHidden="1" w:uiPriority="19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24" w:unhideWhenUsed="1"/>
    <w:lsdException w:name="List Continue 2" w:semiHidden="1" w:uiPriority="24" w:unhideWhenUsed="1"/>
    <w:lsdException w:name="List Continue 3" w:semiHidden="1" w:uiPriority="24" w:unhideWhenUsed="1"/>
    <w:lsdException w:name="List Continue 4" w:uiPriority="24"/>
    <w:lsdException w:name="List Continue 5" w:uiPriority="24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7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49" w:qFormat="1"/>
    <w:lsdException w:name="Intense Reference" w:uiPriority="49" w:qFormat="1"/>
    <w:lsdException w:name="Bibliography" w:semiHidden="1" w:unhideWhenUsed="1"/>
    <w:lsdException w:name="TOC Heading" w:semiHidden="1" w:uiPriority="4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uiPriority w:val="4"/>
    <w:qFormat/>
    <w:rsid w:val="00E22836"/>
    <w:pPr>
      <w:spacing w:before="120" w:after="12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2"/>
    <w:next w:val="a2"/>
    <w:link w:val="10"/>
    <w:uiPriority w:val="9"/>
    <w:qFormat/>
    <w:rsid w:val="00B90FDB"/>
    <w:pPr>
      <w:keepNext/>
      <w:keepLines/>
      <w:pageBreakBefore/>
      <w:numPr>
        <w:numId w:val="2"/>
      </w:numPr>
      <w:tabs>
        <w:tab w:val="clear" w:pos="851"/>
        <w:tab w:val="left" w:pos="1701"/>
      </w:tabs>
      <w:spacing w:before="0" w:after="360" w:line="240" w:lineRule="auto"/>
      <w:ind w:left="1702"/>
      <w:outlineLvl w:val="0"/>
    </w:pPr>
    <w:rPr>
      <w:rFonts w:eastAsiaTheme="majorEastAsia" w:cstheme="majorBidi"/>
      <w:b/>
      <w:bCs/>
      <w:caps/>
      <w:szCs w:val="28"/>
    </w:rPr>
  </w:style>
  <w:style w:type="paragraph" w:styleId="20">
    <w:name w:val="heading 2"/>
    <w:basedOn w:val="a2"/>
    <w:next w:val="a2"/>
    <w:link w:val="22"/>
    <w:uiPriority w:val="9"/>
    <w:qFormat/>
    <w:rsid w:val="001E4108"/>
    <w:pPr>
      <w:keepNext/>
      <w:keepLines/>
      <w:numPr>
        <w:ilvl w:val="1"/>
        <w:numId w:val="8"/>
      </w:numPr>
      <w:tabs>
        <w:tab w:val="clear" w:pos="851"/>
        <w:tab w:val="left" w:pos="1701"/>
      </w:tabs>
      <w:spacing w:before="360" w:after="360" w:line="240" w:lineRule="auto"/>
      <w:ind w:left="1702"/>
      <w:outlineLvl w:val="1"/>
    </w:pPr>
    <w:rPr>
      <w:rFonts w:eastAsiaTheme="majorEastAsia" w:cstheme="majorBidi"/>
      <w:b/>
      <w:bCs/>
      <w:szCs w:val="26"/>
    </w:rPr>
  </w:style>
  <w:style w:type="paragraph" w:styleId="30">
    <w:name w:val="heading 3"/>
    <w:basedOn w:val="a2"/>
    <w:next w:val="a2"/>
    <w:link w:val="31"/>
    <w:uiPriority w:val="9"/>
    <w:qFormat/>
    <w:rsid w:val="003E4C37"/>
    <w:pPr>
      <w:keepNext/>
      <w:keepLines/>
      <w:numPr>
        <w:ilvl w:val="2"/>
        <w:numId w:val="8"/>
      </w:numPr>
      <w:tabs>
        <w:tab w:val="clear" w:pos="851"/>
        <w:tab w:val="left" w:pos="1701"/>
      </w:tabs>
      <w:spacing w:before="360" w:after="360" w:line="240" w:lineRule="auto"/>
      <w:ind w:left="1702"/>
      <w:outlineLvl w:val="2"/>
    </w:pPr>
    <w:rPr>
      <w:rFonts w:eastAsiaTheme="majorEastAsia" w:cstheme="majorBidi"/>
      <w:b/>
      <w:bCs/>
    </w:rPr>
  </w:style>
  <w:style w:type="paragraph" w:styleId="40">
    <w:name w:val="heading 4"/>
    <w:basedOn w:val="a2"/>
    <w:next w:val="a2"/>
    <w:link w:val="41"/>
    <w:uiPriority w:val="9"/>
    <w:qFormat/>
    <w:rsid w:val="00E93710"/>
    <w:pPr>
      <w:keepNext/>
      <w:keepLines/>
      <w:numPr>
        <w:ilvl w:val="3"/>
        <w:numId w:val="8"/>
      </w:numPr>
      <w:tabs>
        <w:tab w:val="clear" w:pos="1134"/>
        <w:tab w:val="left" w:pos="1985"/>
      </w:tabs>
      <w:spacing w:before="360" w:after="360" w:line="240" w:lineRule="auto"/>
      <w:ind w:left="1985"/>
      <w:outlineLvl w:val="3"/>
    </w:pPr>
    <w:rPr>
      <w:rFonts w:eastAsiaTheme="majorEastAsia" w:cstheme="majorBidi"/>
      <w:bCs/>
      <w:iCs/>
    </w:rPr>
  </w:style>
  <w:style w:type="paragraph" w:styleId="50">
    <w:name w:val="heading 5"/>
    <w:basedOn w:val="a2"/>
    <w:next w:val="a2"/>
    <w:link w:val="51"/>
    <w:uiPriority w:val="9"/>
    <w:qFormat/>
    <w:rsid w:val="00544245"/>
    <w:pPr>
      <w:keepNext/>
      <w:keepLines/>
      <w:numPr>
        <w:ilvl w:val="4"/>
        <w:numId w:val="8"/>
      </w:numPr>
      <w:tabs>
        <w:tab w:val="clear" w:pos="1134"/>
        <w:tab w:val="left" w:pos="2268"/>
      </w:tabs>
      <w:spacing w:before="360" w:after="360" w:line="240" w:lineRule="auto"/>
      <w:ind w:left="2269" w:hanging="1418"/>
      <w:outlineLvl w:val="4"/>
    </w:pPr>
    <w:rPr>
      <w:rFonts w:eastAsiaTheme="majorEastAsia" w:cstheme="majorBidi"/>
    </w:rPr>
  </w:style>
  <w:style w:type="paragraph" w:styleId="6">
    <w:name w:val="heading 6"/>
    <w:basedOn w:val="a2"/>
    <w:next w:val="a2"/>
    <w:link w:val="60"/>
    <w:uiPriority w:val="9"/>
    <w:semiHidden/>
    <w:qFormat/>
    <w:rsid w:val="00A75167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qFormat/>
    <w:rsid w:val="00A75167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qFormat/>
    <w:rsid w:val="00A75167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qFormat/>
    <w:rsid w:val="00A75167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B90FDB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paragraph" w:styleId="a6">
    <w:name w:val="Document Map"/>
    <w:basedOn w:val="a2"/>
    <w:link w:val="a7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3"/>
    <w:link w:val="a6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basedOn w:val="a3"/>
    <w:link w:val="20"/>
    <w:uiPriority w:val="9"/>
    <w:rsid w:val="001E410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1">
    <w:name w:val="Заголовок 3 Знак"/>
    <w:basedOn w:val="a3"/>
    <w:link w:val="30"/>
    <w:uiPriority w:val="9"/>
    <w:rsid w:val="003E4C37"/>
    <w:rPr>
      <w:rFonts w:ascii="Times New Roman" w:eastAsiaTheme="majorEastAsia" w:hAnsi="Times New Roman" w:cstheme="majorBidi"/>
      <w:b/>
      <w:bCs/>
      <w:sz w:val="28"/>
    </w:rPr>
  </w:style>
  <w:style w:type="character" w:customStyle="1" w:styleId="41">
    <w:name w:val="Заголовок 4 Знак"/>
    <w:basedOn w:val="a3"/>
    <w:link w:val="40"/>
    <w:uiPriority w:val="9"/>
    <w:rsid w:val="00E93710"/>
    <w:rPr>
      <w:rFonts w:ascii="Times New Roman" w:eastAsiaTheme="majorEastAsia" w:hAnsi="Times New Roman" w:cstheme="majorBidi"/>
      <w:bCs/>
      <w:iCs/>
      <w:sz w:val="28"/>
    </w:rPr>
  </w:style>
  <w:style w:type="character" w:customStyle="1" w:styleId="51">
    <w:name w:val="Заголовок 5 Знак"/>
    <w:basedOn w:val="a3"/>
    <w:link w:val="50"/>
    <w:uiPriority w:val="9"/>
    <w:rsid w:val="00544245"/>
    <w:rPr>
      <w:rFonts w:ascii="Times New Roman" w:eastAsiaTheme="majorEastAsia" w:hAnsi="Times New Roman" w:cstheme="majorBidi"/>
      <w:sz w:val="28"/>
    </w:rPr>
  </w:style>
  <w:style w:type="character" w:customStyle="1" w:styleId="60">
    <w:name w:val="Заголовок 6 Знак"/>
    <w:basedOn w:val="a3"/>
    <w:link w:val="6"/>
    <w:uiPriority w:val="9"/>
    <w:semiHidden/>
    <w:rsid w:val="008C500F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3"/>
    <w:link w:val="7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3"/>
    <w:link w:val="8"/>
    <w:uiPriority w:val="9"/>
    <w:semiHidden/>
    <w:rsid w:val="008C50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0">
    <w:name w:val="List Bullet"/>
    <w:basedOn w:val="a2"/>
    <w:link w:val="a8"/>
    <w:uiPriority w:val="19"/>
    <w:rsid w:val="002D0D34"/>
    <w:pPr>
      <w:numPr>
        <w:numId w:val="4"/>
      </w:numPr>
      <w:ind w:left="1248"/>
    </w:pPr>
  </w:style>
  <w:style w:type="paragraph" w:styleId="21">
    <w:name w:val="List Bullet 2"/>
    <w:basedOn w:val="a2"/>
    <w:uiPriority w:val="19"/>
    <w:rsid w:val="00CC1AEA"/>
    <w:pPr>
      <w:numPr>
        <w:numId w:val="10"/>
      </w:numPr>
      <w:ind w:left="1644" w:hanging="397"/>
    </w:pPr>
  </w:style>
  <w:style w:type="paragraph" w:styleId="a9">
    <w:name w:val="TOC Heading"/>
    <w:basedOn w:val="1"/>
    <w:next w:val="a2"/>
    <w:uiPriority w:val="49"/>
    <w:qFormat/>
    <w:rsid w:val="00FD045A"/>
    <w:pPr>
      <w:numPr>
        <w:numId w:val="0"/>
      </w:numPr>
      <w:tabs>
        <w:tab w:val="clear" w:pos="1701"/>
      </w:tabs>
      <w:spacing w:after="480"/>
      <w:jc w:val="center"/>
      <w:outlineLvl w:val="9"/>
    </w:pPr>
  </w:style>
  <w:style w:type="paragraph" w:styleId="11">
    <w:name w:val="toc 1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after="60"/>
      <w:ind w:left="851" w:right="1134" w:hanging="851"/>
    </w:pPr>
    <w:rPr>
      <w:b/>
    </w:rPr>
  </w:style>
  <w:style w:type="paragraph" w:styleId="23">
    <w:name w:val="toc 2"/>
    <w:basedOn w:val="a2"/>
    <w:next w:val="a2"/>
    <w:autoRedefine/>
    <w:uiPriority w:val="39"/>
    <w:rsid w:val="002215B0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paragraph" w:styleId="32">
    <w:name w:val="toc 3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character" w:styleId="aa">
    <w:name w:val="Hyperlink"/>
    <w:basedOn w:val="a3"/>
    <w:uiPriority w:val="99"/>
    <w:rsid w:val="0069101E"/>
    <w:rPr>
      <w:i/>
      <w:color w:val="auto"/>
      <w:u w:val="none"/>
    </w:rPr>
  </w:style>
  <w:style w:type="paragraph" w:styleId="3">
    <w:name w:val="List Bullet 3"/>
    <w:basedOn w:val="a2"/>
    <w:uiPriority w:val="19"/>
    <w:rsid w:val="001B4A95"/>
    <w:pPr>
      <w:numPr>
        <w:ilvl w:val="2"/>
        <w:numId w:val="4"/>
      </w:numPr>
      <w:ind w:left="2041"/>
    </w:pPr>
  </w:style>
  <w:style w:type="paragraph" w:styleId="4">
    <w:name w:val="List Bullet 4"/>
    <w:basedOn w:val="a2"/>
    <w:uiPriority w:val="19"/>
    <w:rsid w:val="00244A10"/>
    <w:pPr>
      <w:numPr>
        <w:ilvl w:val="3"/>
        <w:numId w:val="4"/>
      </w:numPr>
      <w:ind w:left="2438"/>
    </w:pPr>
  </w:style>
  <w:style w:type="paragraph" w:styleId="5">
    <w:name w:val="List Bullet 5"/>
    <w:basedOn w:val="a2"/>
    <w:uiPriority w:val="19"/>
    <w:rsid w:val="00244A10"/>
    <w:pPr>
      <w:numPr>
        <w:ilvl w:val="4"/>
        <w:numId w:val="4"/>
      </w:numPr>
      <w:ind w:left="2835"/>
    </w:pPr>
  </w:style>
  <w:style w:type="paragraph" w:styleId="a">
    <w:name w:val="List Number"/>
    <w:basedOn w:val="a2"/>
    <w:uiPriority w:val="14"/>
    <w:rsid w:val="00D7777B"/>
    <w:pPr>
      <w:numPr>
        <w:numId w:val="15"/>
      </w:numPr>
    </w:pPr>
  </w:style>
  <w:style w:type="paragraph" w:styleId="2">
    <w:name w:val="List Number 2"/>
    <w:basedOn w:val="a2"/>
    <w:uiPriority w:val="14"/>
    <w:semiHidden/>
    <w:rsid w:val="008C500F"/>
    <w:pPr>
      <w:numPr>
        <w:numId w:val="5"/>
      </w:numPr>
      <w:tabs>
        <w:tab w:val="left" w:pos="794"/>
      </w:tabs>
    </w:pPr>
  </w:style>
  <w:style w:type="paragraph" w:styleId="ab">
    <w:name w:val="List Continue"/>
    <w:basedOn w:val="a2"/>
    <w:uiPriority w:val="24"/>
    <w:rsid w:val="00244A10"/>
    <w:pPr>
      <w:ind w:left="1247" w:firstLine="0"/>
    </w:pPr>
  </w:style>
  <w:style w:type="paragraph" w:styleId="24">
    <w:name w:val="List Continue 2"/>
    <w:basedOn w:val="a2"/>
    <w:uiPriority w:val="24"/>
    <w:rsid w:val="0010249E"/>
    <w:pPr>
      <w:ind w:left="1644" w:firstLine="0"/>
    </w:pPr>
  </w:style>
  <w:style w:type="paragraph" w:styleId="ac">
    <w:name w:val="Message Header"/>
    <w:basedOn w:val="a2"/>
    <w:link w:val="ad"/>
    <w:uiPriority w:val="99"/>
    <w:semiHidden/>
    <w:rsid w:val="008C50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d">
    <w:name w:val="Шапка Знак"/>
    <w:basedOn w:val="a3"/>
    <w:link w:val="ac"/>
    <w:uiPriority w:val="99"/>
    <w:semiHidden/>
    <w:rsid w:val="008C500F"/>
    <w:rPr>
      <w:rFonts w:asciiTheme="majorHAnsi" w:eastAsiaTheme="majorEastAsia" w:hAnsiTheme="majorHAnsi" w:cstheme="majorBidi"/>
      <w:sz w:val="28"/>
      <w:szCs w:val="24"/>
      <w:shd w:val="pct20" w:color="auto" w:fill="auto"/>
    </w:rPr>
  </w:style>
  <w:style w:type="table" w:styleId="ae">
    <w:name w:val="Table Grid"/>
    <w:basedOn w:val="a4"/>
    <w:uiPriority w:val="59"/>
    <w:rsid w:val="008C50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f">
    <w:name w:val="Сетка таблицы по умолчанию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40"/>
    </w:rPr>
    <w:tblPr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  <w:b/>
        <w:sz w:val="24"/>
      </w:rPr>
      <w:tblPr/>
      <w:trPr>
        <w:tblHeader/>
      </w:trPr>
      <w:tcPr>
        <w:shd w:val="clear" w:color="auto" w:fill="F2F2F2" w:themeFill="background1" w:themeFillShade="F2"/>
        <w:vAlign w:val="center"/>
      </w:tcPr>
    </w:tblStylePr>
  </w:style>
  <w:style w:type="table" w:customStyle="1" w:styleId="12">
    <w:name w:val="Светлый список1"/>
    <w:basedOn w:val="a4"/>
    <w:uiPriority w:val="61"/>
    <w:rsid w:val="008C50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f0">
    <w:name w:val="Title"/>
    <w:basedOn w:val="a2"/>
    <w:next w:val="a2"/>
    <w:link w:val="af1"/>
    <w:uiPriority w:val="10"/>
    <w:qFormat/>
    <w:rsid w:val="008C500F"/>
    <w:pPr>
      <w:spacing w:before="240" w:after="240" w:line="240" w:lineRule="auto"/>
      <w:ind w:firstLine="0"/>
      <w:jc w:val="center"/>
    </w:pPr>
    <w:rPr>
      <w:rFonts w:eastAsiaTheme="majorEastAsia" w:cstheme="majorBidi"/>
      <w:b/>
      <w:caps/>
      <w:spacing w:val="5"/>
      <w:kern w:val="28"/>
      <w:szCs w:val="52"/>
    </w:rPr>
  </w:style>
  <w:style w:type="character" w:customStyle="1" w:styleId="af1">
    <w:name w:val="Заголовок Знак"/>
    <w:basedOn w:val="a3"/>
    <w:link w:val="af0"/>
    <w:uiPriority w:val="10"/>
    <w:rsid w:val="008C500F"/>
    <w:rPr>
      <w:rFonts w:ascii="Times New Roman" w:eastAsiaTheme="majorEastAsia" w:hAnsi="Times New Roman" w:cstheme="majorBidi"/>
      <w:b/>
      <w:caps/>
      <w:spacing w:val="5"/>
      <w:kern w:val="28"/>
      <w:sz w:val="28"/>
      <w:szCs w:val="52"/>
    </w:rPr>
  </w:style>
  <w:style w:type="paragraph" w:styleId="af2">
    <w:name w:val="caption"/>
    <w:basedOn w:val="a2"/>
    <w:next w:val="a2"/>
    <w:link w:val="af3"/>
    <w:uiPriority w:val="34"/>
    <w:rsid w:val="00F3159F"/>
    <w:pPr>
      <w:keepNext/>
      <w:spacing w:before="240" w:after="60" w:line="240" w:lineRule="auto"/>
      <w:ind w:firstLine="0"/>
      <w:jc w:val="left"/>
    </w:pPr>
    <w:rPr>
      <w:b/>
      <w:bCs/>
      <w:sz w:val="24"/>
      <w:szCs w:val="18"/>
    </w:rPr>
  </w:style>
  <w:style w:type="paragraph" w:styleId="af4">
    <w:name w:val="Subtitle"/>
    <w:next w:val="a2"/>
    <w:link w:val="af5"/>
    <w:uiPriority w:val="11"/>
    <w:qFormat/>
    <w:rsid w:val="00F8302A"/>
    <w:pPr>
      <w:numPr>
        <w:ilvl w:val="1"/>
      </w:numPr>
      <w:spacing w:before="60" w:after="60" w:line="240" w:lineRule="auto"/>
      <w:jc w:val="center"/>
    </w:pPr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6">
    <w:name w:val="endnote reference"/>
    <w:basedOn w:val="a3"/>
    <w:uiPriority w:val="99"/>
    <w:semiHidden/>
    <w:rsid w:val="008C500F"/>
    <w:rPr>
      <w:vertAlign w:val="superscript"/>
    </w:rPr>
  </w:style>
  <w:style w:type="character" w:customStyle="1" w:styleId="af5">
    <w:name w:val="Подзаголовок Знак"/>
    <w:basedOn w:val="a3"/>
    <w:link w:val="af4"/>
    <w:uiPriority w:val="11"/>
    <w:rsid w:val="00F8302A"/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7">
    <w:name w:val="annotation reference"/>
    <w:basedOn w:val="a3"/>
    <w:uiPriority w:val="99"/>
    <w:semiHidden/>
    <w:rsid w:val="008C500F"/>
    <w:rPr>
      <w:sz w:val="16"/>
      <w:szCs w:val="16"/>
    </w:rPr>
  </w:style>
  <w:style w:type="character" w:styleId="af8">
    <w:name w:val="footnote reference"/>
    <w:basedOn w:val="a3"/>
    <w:qFormat/>
    <w:rsid w:val="008C500F"/>
    <w:rPr>
      <w:vertAlign w:val="superscript"/>
    </w:rPr>
  </w:style>
  <w:style w:type="paragraph" w:styleId="af9">
    <w:name w:val="table of figures"/>
    <w:basedOn w:val="a2"/>
    <w:next w:val="a2"/>
    <w:uiPriority w:val="99"/>
    <w:semiHidden/>
    <w:rsid w:val="008C500F"/>
    <w:pPr>
      <w:spacing w:after="0"/>
    </w:pPr>
  </w:style>
  <w:style w:type="paragraph" w:styleId="afa">
    <w:name w:val="Signature"/>
    <w:basedOn w:val="a2"/>
    <w:link w:val="afb"/>
    <w:uiPriority w:val="99"/>
    <w:semiHidden/>
    <w:rsid w:val="008C500F"/>
    <w:pPr>
      <w:spacing w:after="0"/>
      <w:ind w:left="4252"/>
    </w:pPr>
  </w:style>
  <w:style w:type="character" w:customStyle="1" w:styleId="afb">
    <w:name w:val="Подпись Знак"/>
    <w:basedOn w:val="a3"/>
    <w:link w:val="afa"/>
    <w:uiPriority w:val="99"/>
    <w:semiHidden/>
    <w:rsid w:val="008C500F"/>
    <w:rPr>
      <w:rFonts w:ascii="Times New Roman" w:hAnsi="Times New Roman"/>
      <w:sz w:val="28"/>
    </w:rPr>
  </w:style>
  <w:style w:type="paragraph" w:customStyle="1" w:styleId="afc">
    <w:name w:val="Обычный по центру"/>
    <w:basedOn w:val="a2"/>
    <w:uiPriority w:val="4"/>
    <w:qFormat/>
    <w:rsid w:val="007B44B6"/>
    <w:pPr>
      <w:ind w:firstLine="0"/>
      <w:jc w:val="center"/>
    </w:pPr>
  </w:style>
  <w:style w:type="paragraph" w:customStyle="1" w:styleId="afd">
    <w:name w:val="Обычный по правому краю"/>
    <w:basedOn w:val="a2"/>
    <w:uiPriority w:val="4"/>
    <w:qFormat/>
    <w:rsid w:val="007B44B6"/>
    <w:pPr>
      <w:ind w:firstLine="0"/>
      <w:jc w:val="right"/>
    </w:pPr>
  </w:style>
  <w:style w:type="paragraph" w:styleId="afe">
    <w:name w:val="annotation subject"/>
    <w:basedOn w:val="a2"/>
    <w:next w:val="afc"/>
    <w:link w:val="aff"/>
    <w:uiPriority w:val="99"/>
    <w:semiHidden/>
    <w:rsid w:val="00060851"/>
    <w:p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D9D9D9" w:themeFill="background1" w:themeFillShade="D9"/>
    </w:pPr>
    <w:rPr>
      <w:b/>
      <w:bCs/>
      <w:szCs w:val="20"/>
    </w:rPr>
  </w:style>
  <w:style w:type="character" w:customStyle="1" w:styleId="aff">
    <w:name w:val="Тема примечания Знак"/>
    <w:basedOn w:val="a3"/>
    <w:link w:val="afe"/>
    <w:uiPriority w:val="99"/>
    <w:semiHidden/>
    <w:rsid w:val="00060851"/>
    <w:rPr>
      <w:b/>
      <w:bCs/>
    </w:rPr>
  </w:style>
  <w:style w:type="paragraph" w:styleId="aff0">
    <w:name w:val="Block Text"/>
    <w:basedOn w:val="a2"/>
    <w:uiPriority w:val="99"/>
    <w:semiHidden/>
    <w:rsid w:val="008C500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aff1">
    <w:name w:val="List"/>
    <w:basedOn w:val="a2"/>
    <w:uiPriority w:val="99"/>
    <w:semiHidden/>
    <w:rsid w:val="008C500F"/>
    <w:pPr>
      <w:ind w:left="283" w:hanging="283"/>
      <w:contextualSpacing/>
    </w:pPr>
  </w:style>
  <w:style w:type="paragraph" w:styleId="aff2">
    <w:name w:val="List Paragraph"/>
    <w:basedOn w:val="a2"/>
    <w:uiPriority w:val="99"/>
    <w:semiHidden/>
    <w:qFormat/>
    <w:rsid w:val="008C500F"/>
    <w:pPr>
      <w:ind w:left="720"/>
      <w:contextualSpacing/>
    </w:pPr>
  </w:style>
  <w:style w:type="paragraph" w:styleId="aff3">
    <w:name w:val="header"/>
    <w:basedOn w:val="a2"/>
    <w:link w:val="aff4"/>
    <w:uiPriority w:val="79"/>
    <w:rsid w:val="00097CD3"/>
    <w:pPr>
      <w:spacing w:before="0" w:after="0" w:line="240" w:lineRule="auto"/>
      <w:ind w:firstLine="0"/>
      <w:contextualSpacing/>
      <w:jc w:val="center"/>
    </w:pPr>
  </w:style>
  <w:style w:type="paragraph" w:styleId="aff5">
    <w:name w:val="Balloon Text"/>
    <w:basedOn w:val="a2"/>
    <w:link w:val="aff6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3"/>
    <w:link w:val="aff5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aff4">
    <w:name w:val="Верхний колонтитул Знак"/>
    <w:basedOn w:val="a3"/>
    <w:link w:val="aff3"/>
    <w:uiPriority w:val="79"/>
    <w:rsid w:val="00097CD3"/>
    <w:rPr>
      <w:rFonts w:ascii="Times New Roman" w:hAnsi="Times New Roman"/>
      <w:sz w:val="28"/>
    </w:rPr>
  </w:style>
  <w:style w:type="character" w:styleId="aff7">
    <w:name w:val="Placeholder Text"/>
    <w:basedOn w:val="a3"/>
    <w:uiPriority w:val="99"/>
    <w:semiHidden/>
    <w:rsid w:val="008C500F"/>
    <w:rPr>
      <w:color w:val="808080"/>
    </w:rPr>
  </w:style>
  <w:style w:type="paragraph" w:styleId="aff8">
    <w:name w:val="footer"/>
    <w:basedOn w:val="a2"/>
    <w:link w:val="aff9"/>
    <w:uiPriority w:val="79"/>
    <w:rsid w:val="00CF6CBB"/>
    <w:pPr>
      <w:spacing w:after="0" w:line="240" w:lineRule="auto"/>
      <w:ind w:firstLine="0"/>
      <w:jc w:val="center"/>
    </w:pPr>
  </w:style>
  <w:style w:type="character" w:customStyle="1" w:styleId="aff9">
    <w:name w:val="Нижний колонтитул Знак"/>
    <w:basedOn w:val="a3"/>
    <w:link w:val="aff8"/>
    <w:uiPriority w:val="79"/>
    <w:rsid w:val="00CF6CBB"/>
    <w:rPr>
      <w:rFonts w:ascii="Times New Roman" w:hAnsi="Times New Roman"/>
      <w:sz w:val="28"/>
    </w:rPr>
  </w:style>
  <w:style w:type="paragraph" w:customStyle="1" w:styleId="affa">
    <w:name w:val="Текст таблицы по центру"/>
    <w:basedOn w:val="a2"/>
    <w:uiPriority w:val="39"/>
    <w:qFormat/>
    <w:rsid w:val="003D5E6E"/>
    <w:pPr>
      <w:spacing w:before="40" w:after="40" w:line="240" w:lineRule="auto"/>
      <w:ind w:firstLine="0"/>
      <w:jc w:val="center"/>
    </w:pPr>
  </w:style>
  <w:style w:type="paragraph" w:customStyle="1" w:styleId="affb">
    <w:name w:val="Текст таблицы по левому краю"/>
    <w:basedOn w:val="a2"/>
    <w:uiPriority w:val="39"/>
    <w:qFormat/>
    <w:rsid w:val="003D5E6E"/>
    <w:pPr>
      <w:spacing w:before="40" w:after="40" w:line="240" w:lineRule="auto"/>
      <w:ind w:firstLine="0"/>
      <w:jc w:val="left"/>
    </w:pPr>
  </w:style>
  <w:style w:type="paragraph" w:styleId="affc">
    <w:name w:val="No Spacing"/>
    <w:uiPriority w:val="79"/>
    <w:semiHidden/>
    <w:qFormat/>
    <w:rsid w:val="008C500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fd">
    <w:name w:val="Body Text"/>
    <w:basedOn w:val="a2"/>
    <w:link w:val="affe"/>
    <w:uiPriority w:val="99"/>
    <w:semiHidden/>
    <w:rsid w:val="008C500F"/>
  </w:style>
  <w:style w:type="character" w:customStyle="1" w:styleId="affe">
    <w:name w:val="Основной текст Знак"/>
    <w:basedOn w:val="a3"/>
    <w:link w:val="affd"/>
    <w:uiPriority w:val="99"/>
    <w:semiHidden/>
    <w:rsid w:val="008C500F"/>
    <w:rPr>
      <w:rFonts w:ascii="Times New Roman" w:hAnsi="Times New Roman"/>
      <w:sz w:val="28"/>
    </w:rPr>
  </w:style>
  <w:style w:type="character" w:styleId="afff">
    <w:name w:val="Subtle Reference"/>
    <w:basedOn w:val="a3"/>
    <w:uiPriority w:val="49"/>
    <w:semiHidden/>
    <w:qFormat/>
    <w:rsid w:val="008C500F"/>
    <w:rPr>
      <w:smallCaps/>
      <w:color w:val="C0504D" w:themeColor="accent2"/>
      <w:u w:val="single"/>
    </w:rPr>
  </w:style>
  <w:style w:type="paragraph" w:styleId="25">
    <w:name w:val="Body Text 2"/>
    <w:basedOn w:val="a2"/>
    <w:link w:val="26"/>
    <w:uiPriority w:val="99"/>
    <w:semiHidden/>
    <w:rsid w:val="008C500F"/>
    <w:pPr>
      <w:spacing w:line="480" w:lineRule="auto"/>
    </w:pPr>
  </w:style>
  <w:style w:type="character" w:customStyle="1" w:styleId="26">
    <w:name w:val="Основной текст 2 Знак"/>
    <w:basedOn w:val="a3"/>
    <w:link w:val="25"/>
    <w:uiPriority w:val="99"/>
    <w:semiHidden/>
    <w:rsid w:val="008C500F"/>
    <w:rPr>
      <w:rFonts w:ascii="Times New Roman" w:hAnsi="Times New Roman"/>
      <w:sz w:val="28"/>
    </w:rPr>
  </w:style>
  <w:style w:type="paragraph" w:styleId="33">
    <w:name w:val="Body Text 3"/>
    <w:basedOn w:val="a2"/>
    <w:link w:val="34"/>
    <w:uiPriority w:val="99"/>
    <w:semiHidden/>
    <w:rsid w:val="008C500F"/>
    <w:rPr>
      <w:sz w:val="16"/>
      <w:szCs w:val="16"/>
    </w:rPr>
  </w:style>
  <w:style w:type="character" w:customStyle="1" w:styleId="34">
    <w:name w:val="Основной текст 3 Знак"/>
    <w:basedOn w:val="a3"/>
    <w:link w:val="33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afff0">
    <w:name w:val="Body Text Indent"/>
    <w:basedOn w:val="a2"/>
    <w:link w:val="afff1"/>
    <w:uiPriority w:val="99"/>
    <w:semiHidden/>
    <w:rsid w:val="008C500F"/>
    <w:pPr>
      <w:ind w:left="283"/>
    </w:pPr>
  </w:style>
  <w:style w:type="character" w:customStyle="1" w:styleId="afff1">
    <w:name w:val="Основной текст с отступом Знак"/>
    <w:basedOn w:val="a3"/>
    <w:link w:val="afff0"/>
    <w:uiPriority w:val="99"/>
    <w:semiHidden/>
    <w:rsid w:val="008C500F"/>
    <w:rPr>
      <w:rFonts w:ascii="Times New Roman" w:hAnsi="Times New Roman"/>
      <w:sz w:val="28"/>
    </w:rPr>
  </w:style>
  <w:style w:type="paragraph" w:styleId="27">
    <w:name w:val="Body Text Indent 2"/>
    <w:basedOn w:val="a2"/>
    <w:link w:val="28"/>
    <w:uiPriority w:val="99"/>
    <w:semiHidden/>
    <w:rsid w:val="008C500F"/>
    <w:pPr>
      <w:spacing w:line="480" w:lineRule="auto"/>
      <w:ind w:left="283"/>
    </w:pPr>
  </w:style>
  <w:style w:type="character" w:customStyle="1" w:styleId="28">
    <w:name w:val="Основной текст с отступом 2 Знак"/>
    <w:basedOn w:val="a3"/>
    <w:link w:val="27"/>
    <w:uiPriority w:val="99"/>
    <w:semiHidden/>
    <w:rsid w:val="008C500F"/>
    <w:rPr>
      <w:rFonts w:ascii="Times New Roman" w:hAnsi="Times New Roman"/>
      <w:sz w:val="28"/>
    </w:rPr>
  </w:style>
  <w:style w:type="paragraph" w:styleId="35">
    <w:name w:val="Body Text Indent 3"/>
    <w:basedOn w:val="a2"/>
    <w:link w:val="36"/>
    <w:uiPriority w:val="99"/>
    <w:semiHidden/>
    <w:rsid w:val="008C500F"/>
    <w:pPr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37">
    <w:name w:val="List Continue 3"/>
    <w:basedOn w:val="a2"/>
    <w:uiPriority w:val="24"/>
    <w:rsid w:val="004310FE"/>
    <w:pPr>
      <w:ind w:left="2041" w:firstLine="0"/>
    </w:pPr>
  </w:style>
  <w:style w:type="paragraph" w:styleId="42">
    <w:name w:val="List Continue 4"/>
    <w:basedOn w:val="a2"/>
    <w:uiPriority w:val="24"/>
    <w:rsid w:val="00B05F60"/>
    <w:pPr>
      <w:ind w:left="2438" w:firstLine="0"/>
    </w:pPr>
  </w:style>
  <w:style w:type="paragraph" w:styleId="52">
    <w:name w:val="List Continue 5"/>
    <w:basedOn w:val="a2"/>
    <w:uiPriority w:val="24"/>
    <w:rsid w:val="00D03B2E"/>
    <w:pPr>
      <w:ind w:left="2835" w:firstLine="0"/>
    </w:pPr>
  </w:style>
  <w:style w:type="character" w:styleId="afff2">
    <w:name w:val="Intense Reference"/>
    <w:basedOn w:val="a3"/>
    <w:uiPriority w:val="49"/>
    <w:semiHidden/>
    <w:qFormat/>
    <w:rsid w:val="008C500F"/>
    <w:rPr>
      <w:b/>
      <w:bCs/>
      <w:smallCaps/>
      <w:color w:val="C0504D" w:themeColor="accent2"/>
      <w:spacing w:val="5"/>
      <w:u w:val="single"/>
    </w:rPr>
  </w:style>
  <w:style w:type="paragraph" w:styleId="afff3">
    <w:name w:val="footnote text"/>
    <w:basedOn w:val="a2"/>
    <w:link w:val="afff4"/>
    <w:unhideWhenUsed/>
    <w:qFormat/>
    <w:rsid w:val="008C500F"/>
    <w:pPr>
      <w:spacing w:after="0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qFormat/>
    <w:rsid w:val="008C500F"/>
    <w:rPr>
      <w:rFonts w:ascii="Times New Roman" w:hAnsi="Times New Roman"/>
      <w:sz w:val="20"/>
      <w:szCs w:val="20"/>
    </w:rPr>
  </w:style>
  <w:style w:type="character" w:styleId="afff5">
    <w:name w:val="Subtle Emphasis"/>
    <w:basedOn w:val="a3"/>
    <w:uiPriority w:val="99"/>
    <w:semiHidden/>
    <w:qFormat/>
    <w:rsid w:val="008C500F"/>
    <w:rPr>
      <w:i/>
      <w:iCs/>
      <w:color w:val="808080" w:themeColor="text1" w:themeTint="7F"/>
    </w:rPr>
  </w:style>
  <w:style w:type="paragraph" w:customStyle="1" w:styleId="afff6">
    <w:name w:val="Текст таблицы по правому краю"/>
    <w:basedOn w:val="affb"/>
    <w:uiPriority w:val="39"/>
    <w:qFormat/>
    <w:rsid w:val="003D5E6E"/>
    <w:pPr>
      <w:jc w:val="right"/>
    </w:pPr>
  </w:style>
  <w:style w:type="character" w:customStyle="1" w:styleId="afff7">
    <w:name w:val="Полужирный"/>
    <w:uiPriority w:val="1"/>
    <w:rsid w:val="008C500F"/>
    <w:rPr>
      <w:b/>
    </w:rPr>
  </w:style>
  <w:style w:type="character" w:customStyle="1" w:styleId="afff8">
    <w:name w:val="Курсив"/>
    <w:uiPriority w:val="2"/>
    <w:qFormat/>
    <w:rsid w:val="008C500F"/>
    <w:rPr>
      <w:i/>
    </w:rPr>
  </w:style>
  <w:style w:type="character" w:customStyle="1" w:styleId="afff9">
    <w:name w:val="Исходный код"/>
    <w:uiPriority w:val="3"/>
    <w:qFormat/>
    <w:rsid w:val="009C7867"/>
    <w:rPr>
      <w:rFonts w:ascii="Courier New" w:hAnsi="Courier New"/>
      <w:sz w:val="22"/>
    </w:rPr>
  </w:style>
  <w:style w:type="paragraph" w:customStyle="1" w:styleId="13">
    <w:name w:val="Заголовок 1 без нумерации"/>
    <w:basedOn w:val="a2"/>
    <w:next w:val="a2"/>
    <w:uiPriority w:val="8"/>
    <w:qFormat/>
    <w:rsid w:val="00F22E7B"/>
    <w:pPr>
      <w:keepNext/>
      <w:keepLines/>
      <w:spacing w:before="240" w:after="240" w:line="240" w:lineRule="auto"/>
      <w:ind w:firstLine="0"/>
      <w:jc w:val="center"/>
      <w:outlineLvl w:val="0"/>
    </w:pPr>
    <w:rPr>
      <w:b/>
      <w:caps/>
    </w:rPr>
  </w:style>
  <w:style w:type="table" w:customStyle="1" w:styleId="afffa">
    <w:name w:val="Сокращения"/>
    <w:aliases w:val="термины,определения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24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afffb">
    <w:name w:val="Обычный (шаблон)"/>
    <w:basedOn w:val="a2"/>
    <w:uiPriority w:val="59"/>
    <w:rsid w:val="008C500F"/>
    <w:rPr>
      <w:color w:val="4F81BD" w:themeColor="accent1"/>
    </w:rPr>
  </w:style>
  <w:style w:type="table" w:styleId="-3">
    <w:name w:val="Light Grid Accent 3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6">
    <w:name w:val="Light Grid Accent 6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4">
    <w:name w:val="Light Grid Accent 4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customStyle="1" w:styleId="a1">
    <w:name w:val="Маркированный список (шаблон)"/>
    <w:basedOn w:val="a0"/>
    <w:uiPriority w:val="59"/>
    <w:rsid w:val="00602F52"/>
    <w:pPr>
      <w:numPr>
        <w:numId w:val="7"/>
      </w:numPr>
      <w:ind w:left="1248" w:hanging="397"/>
    </w:pPr>
    <w:rPr>
      <w:color w:val="4F81BD" w:themeColor="accent1"/>
    </w:rPr>
  </w:style>
  <w:style w:type="paragraph" w:customStyle="1" w:styleId="-0">
    <w:name w:val="Текст таблицы - маркированный список"/>
    <w:basedOn w:val="a2"/>
    <w:uiPriority w:val="40"/>
    <w:qFormat/>
    <w:rsid w:val="003D5E6E"/>
    <w:pPr>
      <w:numPr>
        <w:numId w:val="6"/>
      </w:numPr>
      <w:tabs>
        <w:tab w:val="left" w:pos="397"/>
      </w:tabs>
      <w:spacing w:before="40" w:after="40" w:line="240" w:lineRule="auto"/>
      <w:ind w:left="397" w:hanging="397"/>
      <w:jc w:val="left"/>
    </w:pPr>
  </w:style>
  <w:style w:type="paragraph" w:customStyle="1" w:styleId="afffc">
    <w:name w:val="Объект"/>
    <w:basedOn w:val="a2"/>
    <w:uiPriority w:val="34"/>
    <w:semiHidden/>
    <w:qFormat/>
    <w:rsid w:val="008C500F"/>
    <w:pPr>
      <w:spacing w:line="240" w:lineRule="auto"/>
      <w:ind w:firstLine="0"/>
    </w:pPr>
  </w:style>
  <w:style w:type="paragraph" w:styleId="43">
    <w:name w:val="toc 4"/>
    <w:basedOn w:val="a2"/>
    <w:next w:val="a2"/>
    <w:autoRedefine/>
    <w:uiPriority w:val="39"/>
    <w:rsid w:val="009A15B3"/>
    <w:pPr>
      <w:spacing w:after="100"/>
      <w:ind w:left="840"/>
    </w:pPr>
  </w:style>
  <w:style w:type="paragraph" w:styleId="53">
    <w:name w:val="toc 5"/>
    <w:basedOn w:val="a2"/>
    <w:next w:val="a2"/>
    <w:autoRedefine/>
    <w:uiPriority w:val="39"/>
    <w:semiHidden/>
    <w:rsid w:val="009A15B3"/>
    <w:pPr>
      <w:spacing w:after="100"/>
      <w:ind w:left="1120"/>
    </w:pPr>
  </w:style>
  <w:style w:type="paragraph" w:customStyle="1" w:styleId="afffd">
    <w:name w:val="Подпись к рисунку"/>
    <w:basedOn w:val="af2"/>
    <w:uiPriority w:val="32"/>
    <w:qFormat/>
    <w:rsid w:val="00684CC7"/>
    <w:pPr>
      <w:keepNext w:val="0"/>
      <w:keepLines/>
      <w:spacing w:before="120" w:after="360"/>
      <w:jc w:val="center"/>
    </w:pPr>
  </w:style>
  <w:style w:type="paragraph" w:customStyle="1" w:styleId="afffe">
    <w:name w:val="Рисунок"/>
    <w:basedOn w:val="a2"/>
    <w:uiPriority w:val="29"/>
    <w:qFormat/>
    <w:rsid w:val="00802DCE"/>
    <w:pPr>
      <w:spacing w:before="360" w:after="0" w:line="240" w:lineRule="auto"/>
      <w:ind w:firstLine="0"/>
      <w:jc w:val="center"/>
    </w:pPr>
  </w:style>
  <w:style w:type="paragraph" w:customStyle="1" w:styleId="affff">
    <w:name w:val="Подпись к таблице"/>
    <w:basedOn w:val="af2"/>
    <w:uiPriority w:val="34"/>
    <w:qFormat/>
    <w:rsid w:val="005E6211"/>
    <w:pPr>
      <w:spacing w:before="360"/>
    </w:pPr>
  </w:style>
  <w:style w:type="paragraph" w:customStyle="1" w:styleId="-">
    <w:name w:val="Текст таблицы - нумерованный"/>
    <w:basedOn w:val="affb"/>
    <w:uiPriority w:val="41"/>
    <w:qFormat/>
    <w:rsid w:val="003D5E6E"/>
    <w:pPr>
      <w:numPr>
        <w:numId w:val="9"/>
      </w:numPr>
    </w:pPr>
  </w:style>
  <w:style w:type="paragraph" w:customStyle="1" w:styleId="-2">
    <w:name w:val="Текст таблицы - маркированный список 2"/>
    <w:basedOn w:val="-0"/>
    <w:uiPriority w:val="41"/>
    <w:qFormat/>
    <w:rsid w:val="00E22836"/>
    <w:pPr>
      <w:ind w:left="794"/>
    </w:pPr>
  </w:style>
  <w:style w:type="character" w:customStyle="1" w:styleId="af3">
    <w:name w:val="Название объекта Знак"/>
    <w:link w:val="af2"/>
    <w:uiPriority w:val="34"/>
    <w:rsid w:val="003E5655"/>
    <w:rPr>
      <w:rFonts w:ascii="Times New Roman" w:hAnsi="Times New Roman"/>
      <w:b/>
      <w:bCs/>
      <w:sz w:val="24"/>
      <w:szCs w:val="18"/>
    </w:rPr>
  </w:style>
  <w:style w:type="paragraph" w:styleId="affff0">
    <w:name w:val="annotation text"/>
    <w:basedOn w:val="a2"/>
    <w:link w:val="affff1"/>
    <w:uiPriority w:val="99"/>
    <w:unhideWhenUsed/>
    <w:rsid w:val="005D1FC2"/>
    <w:pPr>
      <w:spacing w:line="240" w:lineRule="auto"/>
    </w:pPr>
    <w:rPr>
      <w:sz w:val="20"/>
      <w:szCs w:val="20"/>
    </w:rPr>
  </w:style>
  <w:style w:type="character" w:customStyle="1" w:styleId="affff1">
    <w:name w:val="Текст примечания Знак"/>
    <w:basedOn w:val="a3"/>
    <w:link w:val="affff0"/>
    <w:uiPriority w:val="99"/>
    <w:rsid w:val="005D1FC2"/>
    <w:rPr>
      <w:rFonts w:ascii="Times New Roman" w:hAnsi="Times New Roman"/>
      <w:sz w:val="20"/>
      <w:szCs w:val="20"/>
    </w:rPr>
  </w:style>
  <w:style w:type="paragraph" w:styleId="affff2">
    <w:name w:val="Revision"/>
    <w:hidden/>
    <w:uiPriority w:val="99"/>
    <w:semiHidden/>
    <w:rsid w:val="00FF0CC7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Маркированный список Знак"/>
    <w:basedOn w:val="a3"/>
    <w:link w:val="a0"/>
    <w:uiPriority w:val="19"/>
    <w:rsid w:val="00F05416"/>
    <w:rPr>
      <w:rFonts w:ascii="Times New Roman" w:hAnsi="Times New Roman"/>
      <w:sz w:val="28"/>
    </w:rPr>
  </w:style>
  <w:style w:type="paragraph" w:customStyle="1" w:styleId="affff3">
    <w:name w:val="Код"/>
    <w:basedOn w:val="aff2"/>
    <w:rsid w:val="005C5C20"/>
    <w:pPr>
      <w:pBdr>
        <w:left w:val="single" w:sz="36" w:space="9" w:color="DBE5F1" w:themeColor="accent1" w:themeTint="33"/>
      </w:pBdr>
      <w:shd w:val="clear" w:color="auto" w:fill="F5F5F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wordWrap w:val="0"/>
      <w:spacing w:before="360" w:after="480" w:line="360" w:lineRule="exact"/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5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Cloud\&#1050;&#1083;&#1080;&#1077;&#1085;&#1090;&#1099;\12.%20&#1059;&#1084;&#1085;&#1099;&#1081;%20&#1072;&#1088;&#1093;&#1080;&#1074;\&#1056;&#1046;&#1044;.%20&#1040;&#1057;%20&#1045;&#1041;&#1047;.%20&#1045;&#1076;&#1080;&#1085;&#1072;&#1103;%20&#1073;&#1072;&#1079;&#1072;%20&#1079;&#1085;&#1072;&#1085;&#1080;&#1081;\RZD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8AD647E-AD9F-4860-A7C2-5DB5CA0CE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RZD.dotx</Template>
  <TotalTime>2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Shupruta</dc:creator>
  <cp:lastModifiedBy>Шупрута Владимир</cp:lastModifiedBy>
  <cp:revision>4</cp:revision>
  <cp:lastPrinted>2018-12-19T08:58:00Z</cp:lastPrinted>
  <dcterms:created xsi:type="dcterms:W3CDTF">2019-06-21T08:20:00Z</dcterms:created>
  <dcterms:modified xsi:type="dcterms:W3CDTF">2019-06-21T08:22:00Z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Система">
    <vt:lpwstr>АИС «ЭКСПЕРТ»</vt:lpwstr>
  </property>
</Properties>
</file>